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38C21" w14:textId="77777777" w:rsidR="007B44AA" w:rsidRPr="00FA6B20" w:rsidRDefault="00672DA9" w:rsidP="00C02363">
      <w:pPr>
        <w:pStyle w:val="Titre3"/>
        <w:pBdr>
          <w:top w:val="dotted" w:sz="4" w:space="6" w:color="622423"/>
        </w:pBdr>
        <w:spacing w:before="120" w:after="120" w:line="240" w:lineRule="auto"/>
        <w:jc w:val="both"/>
        <w:rPr>
          <w:rFonts w:ascii="Calibri" w:hAnsi="Calibri"/>
          <w:b/>
          <w:sz w:val="20"/>
          <w:szCs w:val="20"/>
        </w:rPr>
      </w:pPr>
      <w:r w:rsidRPr="004574CA">
        <w:rPr>
          <w:rFonts w:asciiTheme="minorHAnsi" w:eastAsia="Times New Roman" w:hAnsiTheme="minorHAnsi"/>
          <w:noProof/>
          <w:color w:val="000000"/>
          <w:sz w:val="28"/>
          <w:szCs w:val="28"/>
        </w:rPr>
        <w:drawing>
          <wp:inline distT="0" distB="0" distL="0" distR="0" wp14:anchorId="7611228B" wp14:editId="0A6736DF">
            <wp:extent cx="1328068" cy="327705"/>
            <wp:effectExtent l="0" t="0" r="5715" b="0"/>
            <wp:docPr id="1" name="Image 1" descr="\\administratif.sir\dfs$\USERS\CCIR\lpiocelle\PROFIL\Desktop\LOGO GIE SEPTEMBRE 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istratif.sir\dfs$\USERS\CCIR\lpiocelle\PROFIL\Desktop\LOGO GIE SEPTEMBRE 2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705" cy="331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A5CA4" w14:textId="77777777" w:rsidR="00E53ECF" w:rsidRDefault="00E53ECF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</w:p>
    <w:p w14:paraId="5E30F823" w14:textId="070121C8" w:rsidR="007B44AA" w:rsidRPr="00A7721F" w:rsidRDefault="007B44AA" w:rsidP="00C02363">
      <w:pPr>
        <w:pStyle w:val="Titre3"/>
        <w:pBdr>
          <w:top w:val="dotted" w:sz="4" w:space="6" w:color="622423"/>
        </w:pBdr>
        <w:spacing w:before="120" w:after="120" w:line="240" w:lineRule="auto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Direct</w:t>
      </w:r>
      <w:r w:rsidR="00263D69">
        <w:rPr>
          <w:rFonts w:ascii="Calibri" w:hAnsi="Calibri"/>
          <w:sz w:val="28"/>
          <w:szCs w:val="28"/>
        </w:rPr>
        <w:t>I</w:t>
      </w:r>
      <w:r>
        <w:rPr>
          <w:rFonts w:ascii="Calibri" w:hAnsi="Calibri"/>
          <w:sz w:val="28"/>
          <w:szCs w:val="28"/>
        </w:rPr>
        <w:t xml:space="preserve">on des </w:t>
      </w:r>
      <w:r w:rsidR="001C1E88">
        <w:rPr>
          <w:rFonts w:ascii="Calibri" w:hAnsi="Calibri"/>
          <w:sz w:val="28"/>
          <w:szCs w:val="28"/>
        </w:rPr>
        <w:t xml:space="preserve">AFFAIRES JURIDIQUES </w:t>
      </w:r>
      <w:r>
        <w:rPr>
          <w:rFonts w:ascii="Calibri" w:hAnsi="Calibri"/>
          <w:sz w:val="28"/>
          <w:szCs w:val="28"/>
        </w:rPr>
        <w:t>achats</w:t>
      </w:r>
      <w:r w:rsidR="001C1E88">
        <w:rPr>
          <w:rFonts w:ascii="Calibri" w:hAnsi="Calibri"/>
          <w:sz w:val="28"/>
          <w:szCs w:val="28"/>
        </w:rPr>
        <w:t xml:space="preserve"> ASSURANCE</w:t>
      </w:r>
    </w:p>
    <w:p w14:paraId="17AC3A99" w14:textId="77777777" w:rsidR="00E53E43" w:rsidRPr="001B71B6" w:rsidRDefault="00E53E43" w:rsidP="00700E74">
      <w:pPr>
        <w:spacing w:after="0" w:line="240" w:lineRule="auto"/>
        <w:rPr>
          <w:rFonts w:asciiTheme="minorHAnsi" w:hAnsiTheme="minorHAnsi"/>
          <w:sz w:val="20"/>
          <w:lang w:eastAsia="en-US"/>
        </w:rPr>
      </w:pPr>
    </w:p>
    <w:p w14:paraId="4550B7EE" w14:textId="77777777" w:rsidR="00E05C51" w:rsidRDefault="00E53ECF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17365D"/>
          <w:spacing w:val="5"/>
          <w:kern w:val="28"/>
          <w:sz w:val="36"/>
          <w:szCs w:val="52"/>
          <w:lang w:eastAsia="en-US"/>
        </w:rPr>
        <w:t>COORDONNEES DU CANDIDAT</w:t>
      </w:r>
    </w:p>
    <w:p w14:paraId="44ACEFB7" w14:textId="77777777" w:rsidR="008E45E3" w:rsidRPr="00C26DB9" w:rsidRDefault="008E45E3" w:rsidP="009A2F2B">
      <w:pPr>
        <w:pStyle w:val="Retraitcorpsdetexte"/>
        <w:spacing w:before="0" w:after="0" w:line="240" w:lineRule="auto"/>
        <w:ind w:right="-1"/>
        <w:jc w:val="center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5C61D012" w14:textId="77777777" w:rsidR="00C26DB9" w:rsidRPr="00C7198F" w:rsidRDefault="00C26DB9" w:rsidP="00C26DB9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2F7835EE" w14:textId="77777777" w:rsidR="008E45E3" w:rsidRPr="00520FE5" w:rsidRDefault="00932B9B" w:rsidP="00520FE5">
      <w:pPr>
        <w:pBdr>
          <w:bottom w:val="single" w:sz="8" w:space="4" w:color="4F81BD"/>
        </w:pBdr>
        <w:tabs>
          <w:tab w:val="right" w:leader="dot" w:pos="9639"/>
        </w:tabs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DENOMINATION SOCIALE DU</w:t>
      </w:r>
      <w:r w:rsidR="008E45E3" w:rsidRPr="00520FE5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CANDIDAT : </w:t>
      </w:r>
      <w:r w:rsidR="00520FE5" w:rsidRPr="00520FE5">
        <w:rPr>
          <w:rFonts w:asciiTheme="minorHAnsi" w:eastAsia="Times New Roman" w:hAnsiTheme="minorHAnsi"/>
          <w:b/>
          <w:color w:val="17365D" w:themeColor="text2" w:themeShade="BF"/>
          <w:spacing w:val="5"/>
          <w:kern w:val="28"/>
          <w:sz w:val="24"/>
          <w:szCs w:val="52"/>
          <w:lang w:eastAsia="en-US"/>
        </w:rPr>
        <w:tab/>
      </w:r>
    </w:p>
    <w:p w14:paraId="3D407EC0" w14:textId="77777777" w:rsidR="00A31199" w:rsidRPr="00C7198F" w:rsidRDefault="00A31199" w:rsidP="00C30BF5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6E4B66A3" w14:textId="77777777" w:rsidR="0038295A" w:rsidRPr="00FE2757" w:rsidRDefault="00E53ECF" w:rsidP="00FE275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PENDANT LA PROCEDURE</w:t>
      </w:r>
      <w:r w:rsidR="00E53E43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(DEMANDE DE PRECISIONS EN COURS DE PROCEDURE)</w:t>
      </w:r>
    </w:p>
    <w:p w14:paraId="5DAD61B7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E53ECF" w14:paraId="0A502628" w14:textId="77777777" w:rsidTr="0013472E">
        <w:trPr>
          <w:trHeight w:val="409"/>
          <w:jc w:val="center"/>
        </w:trPr>
        <w:tc>
          <w:tcPr>
            <w:tcW w:w="1419" w:type="dxa"/>
            <w:vAlign w:val="center"/>
          </w:tcPr>
          <w:p w14:paraId="5F8A95E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62A59263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4EDC7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30FD8E7D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7102C60F" w14:textId="77777777" w:rsidTr="0013472E">
        <w:trPr>
          <w:trHeight w:val="414"/>
          <w:jc w:val="center"/>
        </w:trPr>
        <w:tc>
          <w:tcPr>
            <w:tcW w:w="1419" w:type="dxa"/>
            <w:vAlign w:val="center"/>
          </w:tcPr>
          <w:p w14:paraId="3FD490B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58C0A18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178B16DE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127528D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33AD39B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4DF8F4C6" w14:textId="77777777" w:rsidR="00E53ECF" w:rsidRPr="00E53ECF" w:rsidRDefault="00E53ECF" w:rsidP="001B625C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p w14:paraId="2500FCA4" w14:textId="77777777" w:rsidR="00394D17" w:rsidRPr="00C7198F" w:rsidRDefault="00394D17" w:rsidP="00394D17">
      <w:pPr>
        <w:pStyle w:val="Retraitcorpsdetexte"/>
        <w:tabs>
          <w:tab w:val="right" w:pos="10206"/>
        </w:tabs>
        <w:spacing w:before="0" w:after="0" w:line="240" w:lineRule="auto"/>
        <w:jc w:val="both"/>
        <w:rPr>
          <w:rFonts w:asciiTheme="minorHAnsi" w:eastAsia="Times New Roman" w:hAnsiTheme="minorHAnsi"/>
          <w:b/>
          <w:color w:val="17365D"/>
          <w:spacing w:val="5"/>
          <w:kern w:val="28"/>
          <w:szCs w:val="52"/>
          <w:lang w:eastAsia="en-US"/>
        </w:rPr>
      </w:pPr>
    </w:p>
    <w:p w14:paraId="7D556692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SIGNATAIRE DU CONTRAT</w:t>
      </w:r>
    </w:p>
    <w:p w14:paraId="504CFA2E" w14:textId="77777777" w:rsidR="00C30BF5" w:rsidRDefault="00C30BF5" w:rsidP="00485A80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5F5DF91C" w14:textId="77777777" w:rsidTr="0013472E">
        <w:trPr>
          <w:trHeight w:val="401"/>
          <w:jc w:val="center"/>
        </w:trPr>
        <w:tc>
          <w:tcPr>
            <w:tcW w:w="1419" w:type="dxa"/>
            <w:vAlign w:val="center"/>
          </w:tcPr>
          <w:p w14:paraId="34269C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484A6E76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6A7C7F4E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452CB66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6E245D3" w14:textId="77777777" w:rsidTr="0013472E">
        <w:trPr>
          <w:trHeight w:val="421"/>
          <w:jc w:val="center"/>
        </w:trPr>
        <w:tc>
          <w:tcPr>
            <w:tcW w:w="1419" w:type="dxa"/>
            <w:vAlign w:val="center"/>
          </w:tcPr>
          <w:p w14:paraId="332A9EC2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05194E6C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0E0BDA21" w14:textId="77777777" w:rsidTr="0013472E">
        <w:trPr>
          <w:trHeight w:val="413"/>
          <w:jc w:val="center"/>
        </w:trPr>
        <w:tc>
          <w:tcPr>
            <w:tcW w:w="1419" w:type="dxa"/>
            <w:vAlign w:val="center"/>
          </w:tcPr>
          <w:p w14:paraId="219D7929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313DD4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C135AA4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7D890ED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77BBCD1F" w14:textId="77777777" w:rsidR="001B68E8" w:rsidRDefault="001B68E8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AB913BF" w14:textId="77777777" w:rsidR="00E53ECF" w:rsidRPr="00E53ECF" w:rsidRDefault="00E53ECF" w:rsidP="00E53ECF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color w:val="222222"/>
          <w:szCs w:val="20"/>
          <w:shd w:val="clear" w:color="auto" w:fill="FFFFFF"/>
        </w:rPr>
      </w:pP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En vue de la signature du contrat par l’outil DOCUSIGN, </w:t>
      </w:r>
      <w:r w:rsidR="00E53E4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il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est impératif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d’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indiquer l’adresse mail du signataire.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A défaut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, 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le contrat ne pourra pas être 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sign</w:t>
      </w:r>
      <w:r w:rsidR="008E45E3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>é</w:t>
      </w:r>
      <w:r w:rsidRPr="00E53ECF">
        <w:rPr>
          <w:rFonts w:asciiTheme="minorHAnsi" w:hAnsiTheme="minorHAnsi" w:cs="Arial"/>
          <w:b/>
          <w:color w:val="222222"/>
          <w:szCs w:val="20"/>
          <w:shd w:val="clear" w:color="auto" w:fill="FFFFFF"/>
        </w:rPr>
        <w:t xml:space="preserve">. </w:t>
      </w:r>
    </w:p>
    <w:p w14:paraId="29377F66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5DAF020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76A1E70D" w14:textId="77777777" w:rsidR="00394D17" w:rsidRPr="00FE2757" w:rsidRDefault="00394D17" w:rsidP="00394D17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A INDIQUER DANS L’AVIS D’ATTRIBUTION DU CONTRAT</w:t>
      </w:r>
    </w:p>
    <w:p w14:paraId="3C29DCCD" w14:textId="77777777" w:rsidR="00394D17" w:rsidRPr="00E53ECF" w:rsidRDefault="00394D17" w:rsidP="00394D17">
      <w:pPr>
        <w:shd w:val="clear" w:color="auto" w:fill="FFFFFF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  <w:shd w:val="clear" w:color="auto" w:fill="FFFFFF"/>
        </w:rPr>
      </w:pPr>
    </w:p>
    <w:tbl>
      <w:tblPr>
        <w:tblStyle w:val="Grilledutableau"/>
        <w:tblW w:w="9072" w:type="dxa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5"/>
        <w:gridCol w:w="3401"/>
      </w:tblGrid>
      <w:tr w:rsidR="00394D17" w14:paraId="153089D2" w14:textId="77777777" w:rsidTr="00B16884">
        <w:trPr>
          <w:trHeight w:val="409"/>
          <w:jc w:val="center"/>
        </w:trPr>
        <w:tc>
          <w:tcPr>
            <w:tcW w:w="1419" w:type="dxa"/>
            <w:vAlign w:val="center"/>
          </w:tcPr>
          <w:p w14:paraId="2D0880B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A3E9099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5" w:type="dxa"/>
            <w:vAlign w:val="center"/>
          </w:tcPr>
          <w:p w14:paraId="0D3E0631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401" w:type="dxa"/>
            <w:vAlign w:val="center"/>
          </w:tcPr>
          <w:p w14:paraId="1F8039A7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0492D784" w14:textId="77777777" w:rsidTr="00B16884">
        <w:trPr>
          <w:trHeight w:val="414"/>
          <w:jc w:val="center"/>
        </w:trPr>
        <w:tc>
          <w:tcPr>
            <w:tcW w:w="1419" w:type="dxa"/>
            <w:vAlign w:val="center"/>
          </w:tcPr>
          <w:p w14:paraId="02240214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53" w:type="dxa"/>
            <w:gridSpan w:val="3"/>
            <w:vAlign w:val="center"/>
          </w:tcPr>
          <w:p w14:paraId="3A70630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394D17" w14:paraId="39612648" w14:textId="77777777" w:rsidTr="00B16884">
        <w:trPr>
          <w:trHeight w:val="421"/>
          <w:jc w:val="center"/>
        </w:trPr>
        <w:tc>
          <w:tcPr>
            <w:tcW w:w="1419" w:type="dxa"/>
            <w:vAlign w:val="center"/>
          </w:tcPr>
          <w:p w14:paraId="10628546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7653" w:type="dxa"/>
            <w:gridSpan w:val="3"/>
            <w:vAlign w:val="center"/>
          </w:tcPr>
          <w:p w14:paraId="2E9F8940" w14:textId="77777777" w:rsidR="00394D17" w:rsidRDefault="00394D17" w:rsidP="00B1688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2DCB9863" w14:textId="77777777" w:rsidR="00394D17" w:rsidRDefault="00394D17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40EDECD" w14:textId="77777777" w:rsidR="00C26DB9" w:rsidRDefault="00C26DB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39862AFA" w14:textId="77777777" w:rsidR="00E53ECF" w:rsidRPr="00FE2757" w:rsidRDefault="00E53ECF" w:rsidP="00E53ECF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CONTACT SUITE A NOTIFICATION DU CONTRAT</w:t>
      </w:r>
      <w:r w:rsidR="00C674B1"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 xml:space="preserve"> (ORGANISATION DE LA REUNION DE LANCEMENT)</w:t>
      </w:r>
    </w:p>
    <w:p w14:paraId="6B2B7DC1" w14:textId="77777777" w:rsidR="00A31199" w:rsidRDefault="00A31199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E53ECF" w14:paraId="3664A6A9" w14:textId="77777777" w:rsidTr="0013472E">
        <w:trPr>
          <w:trHeight w:val="489"/>
          <w:jc w:val="center"/>
        </w:trPr>
        <w:tc>
          <w:tcPr>
            <w:tcW w:w="1419" w:type="dxa"/>
            <w:vAlign w:val="center"/>
          </w:tcPr>
          <w:p w14:paraId="7E8433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Nom</w:t>
            </w:r>
          </w:p>
        </w:tc>
        <w:tc>
          <w:tcPr>
            <w:tcW w:w="3117" w:type="dxa"/>
            <w:vAlign w:val="center"/>
          </w:tcPr>
          <w:p w14:paraId="30AB1125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2DBD984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Prénom</w:t>
            </w:r>
          </w:p>
        </w:tc>
        <w:tc>
          <w:tcPr>
            <w:tcW w:w="3396" w:type="dxa"/>
            <w:vAlign w:val="center"/>
          </w:tcPr>
          <w:p w14:paraId="5D879B7B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422E2A2D" w14:textId="77777777" w:rsidTr="0013472E">
        <w:trPr>
          <w:trHeight w:val="411"/>
          <w:jc w:val="center"/>
        </w:trPr>
        <w:tc>
          <w:tcPr>
            <w:tcW w:w="1419" w:type="dxa"/>
            <w:vAlign w:val="center"/>
          </w:tcPr>
          <w:p w14:paraId="4E5A673A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Fonction</w:t>
            </w:r>
          </w:p>
        </w:tc>
        <w:tc>
          <w:tcPr>
            <w:tcW w:w="7647" w:type="dxa"/>
            <w:gridSpan w:val="3"/>
            <w:vAlign w:val="center"/>
          </w:tcPr>
          <w:p w14:paraId="7D3700FF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  <w:tr w:rsidR="00E53ECF" w14:paraId="33574A10" w14:textId="77777777" w:rsidTr="0013472E">
        <w:trPr>
          <w:trHeight w:val="416"/>
          <w:jc w:val="center"/>
        </w:trPr>
        <w:tc>
          <w:tcPr>
            <w:tcW w:w="1419" w:type="dxa"/>
            <w:vAlign w:val="center"/>
          </w:tcPr>
          <w:p w14:paraId="0014DDCA" w14:textId="77777777" w:rsidR="00E53ECF" w:rsidRDefault="0013472E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</w:t>
            </w:r>
            <w:r w:rsidR="00E53ECF">
              <w:rPr>
                <w:rFonts w:asciiTheme="minorHAnsi" w:hAnsiTheme="minorHAnsi" w:cs="Arial"/>
                <w:b/>
                <w:shd w:val="clear" w:color="auto" w:fill="FFFFFF"/>
              </w:rPr>
              <w:t>ail</w:t>
            </w:r>
          </w:p>
        </w:tc>
        <w:tc>
          <w:tcPr>
            <w:tcW w:w="3117" w:type="dxa"/>
            <w:vAlign w:val="center"/>
          </w:tcPr>
          <w:p w14:paraId="3B8D2EE7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324D2751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54EA15E8" w14:textId="77777777" w:rsidR="00E53ECF" w:rsidRDefault="00E53ECF" w:rsidP="0013472E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6C1070E" w14:textId="77777777" w:rsidR="00E53ECF" w:rsidRDefault="00E53ECF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26386341" w14:textId="77777777" w:rsidR="00C674B1" w:rsidRDefault="00C674B1" w:rsidP="00FE2757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C446CCF" w14:textId="77777777" w:rsidR="00C26DB9" w:rsidRPr="00FE2757" w:rsidRDefault="00C26DB9" w:rsidP="00C26DB9">
      <w:pPr>
        <w:pBdr>
          <w:bottom w:val="single" w:sz="8" w:space="4" w:color="4F81BD"/>
        </w:pBdr>
        <w:spacing w:after="0" w:line="240" w:lineRule="auto"/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</w:pPr>
      <w:r>
        <w:rPr>
          <w:rFonts w:asciiTheme="minorHAnsi" w:eastAsia="Times New Roman" w:hAnsiTheme="minorHAnsi"/>
          <w:b/>
          <w:color w:val="0070C0"/>
          <w:spacing w:val="5"/>
          <w:kern w:val="28"/>
          <w:sz w:val="24"/>
          <w:szCs w:val="52"/>
          <w:lang w:eastAsia="en-US"/>
        </w:rPr>
        <w:t>ENVOI DES BONS DE COMMANDE</w:t>
      </w:r>
    </w:p>
    <w:p w14:paraId="480F23E1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19"/>
        <w:gridCol w:w="3117"/>
        <w:gridCol w:w="1134"/>
        <w:gridCol w:w="3396"/>
      </w:tblGrid>
      <w:tr w:rsidR="00C26DB9" w14:paraId="75222C38" w14:textId="77777777" w:rsidTr="00D820D4">
        <w:trPr>
          <w:trHeight w:val="416"/>
          <w:jc w:val="center"/>
        </w:trPr>
        <w:tc>
          <w:tcPr>
            <w:tcW w:w="1419" w:type="dxa"/>
            <w:vAlign w:val="center"/>
          </w:tcPr>
          <w:p w14:paraId="07E0510C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Mail</w:t>
            </w:r>
          </w:p>
        </w:tc>
        <w:tc>
          <w:tcPr>
            <w:tcW w:w="3117" w:type="dxa"/>
            <w:vAlign w:val="center"/>
          </w:tcPr>
          <w:p w14:paraId="4391F8D3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  <w:tc>
          <w:tcPr>
            <w:tcW w:w="1134" w:type="dxa"/>
            <w:vAlign w:val="center"/>
          </w:tcPr>
          <w:p w14:paraId="52038AB9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  <w:r>
              <w:rPr>
                <w:rFonts w:asciiTheme="minorHAnsi" w:hAnsiTheme="minorHAnsi" w:cs="Arial"/>
                <w:b/>
                <w:shd w:val="clear" w:color="auto" w:fill="FFFFFF"/>
              </w:rPr>
              <w:t>Téléphone</w:t>
            </w:r>
          </w:p>
        </w:tc>
        <w:tc>
          <w:tcPr>
            <w:tcW w:w="3396" w:type="dxa"/>
            <w:vAlign w:val="center"/>
          </w:tcPr>
          <w:p w14:paraId="6CEDAD67" w14:textId="77777777" w:rsidR="00C26DB9" w:rsidRDefault="00C26DB9" w:rsidP="00D820D4">
            <w:pPr>
              <w:spacing w:after="0" w:line="240" w:lineRule="auto"/>
              <w:rPr>
                <w:rFonts w:asciiTheme="minorHAnsi" w:hAnsiTheme="minorHAnsi" w:cs="Arial"/>
                <w:b/>
                <w:shd w:val="clear" w:color="auto" w:fill="FFFFFF"/>
              </w:rPr>
            </w:pPr>
          </w:p>
        </w:tc>
      </w:tr>
    </w:tbl>
    <w:p w14:paraId="3B075E73" w14:textId="77777777" w:rsidR="00C26DB9" w:rsidRDefault="00C26DB9" w:rsidP="00C26DB9">
      <w:pPr>
        <w:shd w:val="clear" w:color="auto" w:fill="FFFFFF"/>
        <w:spacing w:after="0" w:line="240" w:lineRule="auto"/>
        <w:rPr>
          <w:rFonts w:asciiTheme="minorHAnsi" w:hAnsiTheme="minorHAnsi" w:cs="Arial"/>
          <w:color w:val="222222"/>
          <w:sz w:val="20"/>
          <w:szCs w:val="20"/>
          <w:shd w:val="clear" w:color="auto" w:fill="FFFFFF"/>
        </w:rPr>
      </w:pPr>
    </w:p>
    <w:p w14:paraId="55AA01BA" w14:textId="77777777" w:rsidR="00F95D62" w:rsidRDefault="00F95D62" w:rsidP="00F95D62">
      <w:pPr>
        <w:spacing w:after="0" w:line="240" w:lineRule="auto"/>
        <w:jc w:val="center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---oo0oo---</w:t>
      </w:r>
    </w:p>
    <w:sectPr w:rsidR="00F95D62" w:rsidSect="00394D17">
      <w:footerReference w:type="even" r:id="rId9"/>
      <w:footerReference w:type="default" r:id="rId10"/>
      <w:footerReference w:type="first" r:id="rId11"/>
      <w:footnotePr>
        <w:numRestart w:val="eachSect"/>
      </w:footnotePr>
      <w:pgSz w:w="11907" w:h="16840" w:code="9"/>
      <w:pgMar w:top="426" w:right="851" w:bottom="426" w:left="851" w:header="284" w:footer="6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92A56" w14:textId="77777777" w:rsidR="00415A21" w:rsidRDefault="00415A21">
      <w:r>
        <w:separator/>
      </w:r>
    </w:p>
  </w:endnote>
  <w:endnote w:type="continuationSeparator" w:id="0">
    <w:p w14:paraId="1176A1A9" w14:textId="77777777" w:rsidR="00415A21" w:rsidRDefault="0041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BT">
    <w:altName w:val="Arial"/>
    <w:charset w:val="00"/>
    <w:family w:val="swiss"/>
    <w:pitch w:val="variable"/>
    <w:sig w:usb0="00000001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4E475" w14:textId="77777777" w:rsidR="00C86C21" w:rsidRDefault="00C86C21" w:rsidP="00C04BD0">
    <w:pPr>
      <w:pStyle w:val="Pieddepage"/>
      <w:spacing w:line="240" w:lineRule="auto"/>
      <w:jc w:val="right"/>
      <w:rPr>
        <w:lang w:val="de-DE"/>
      </w:rPr>
    </w:pPr>
    <w:r>
      <w:rPr>
        <w:rFonts w:ascii="Arial Narrow" w:hAnsi="Arial Narrow"/>
        <w:snapToGrid w:val="0"/>
        <w:sz w:val="16"/>
        <w:lang w:val="de-DE"/>
      </w:rPr>
      <w:t xml:space="preserve">Page n°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PAGE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2</w:t>
    </w:r>
    <w:r>
      <w:rPr>
        <w:rStyle w:val="Numrodepage"/>
        <w:rFonts w:ascii="Arial Narrow" w:hAnsi="Arial Narrow"/>
        <w:sz w:val="16"/>
        <w:lang w:val="de-DE"/>
      </w:rPr>
      <w:fldChar w:fldCharType="end"/>
    </w:r>
    <w:r>
      <w:rPr>
        <w:rStyle w:val="Numrodepage"/>
        <w:rFonts w:ascii="Arial Narrow" w:hAnsi="Arial Narrow"/>
        <w:sz w:val="16"/>
        <w:lang w:val="de-DE"/>
      </w:rPr>
      <w:t xml:space="preserve"> / </w:t>
    </w:r>
    <w:r>
      <w:rPr>
        <w:rStyle w:val="Numrodepage"/>
        <w:rFonts w:ascii="Arial Narrow" w:hAnsi="Arial Narrow"/>
        <w:sz w:val="16"/>
        <w:lang w:val="de-DE"/>
      </w:rPr>
      <w:fldChar w:fldCharType="begin"/>
    </w:r>
    <w:r>
      <w:rPr>
        <w:rStyle w:val="Numrodepage"/>
        <w:rFonts w:ascii="Arial Narrow" w:hAnsi="Arial Narrow"/>
        <w:sz w:val="16"/>
        <w:lang w:val="de-DE"/>
      </w:rPr>
      <w:instrText xml:space="preserve"> NUMPAGES </w:instrText>
    </w:r>
    <w:r>
      <w:rPr>
        <w:rStyle w:val="Numrodepage"/>
        <w:rFonts w:ascii="Arial Narrow" w:hAnsi="Arial Narrow"/>
        <w:sz w:val="16"/>
        <w:lang w:val="de-DE"/>
      </w:rPr>
      <w:fldChar w:fldCharType="separate"/>
    </w:r>
    <w:r>
      <w:rPr>
        <w:rStyle w:val="Numrodepage"/>
        <w:rFonts w:ascii="Arial Narrow" w:hAnsi="Arial Narrow"/>
        <w:noProof/>
        <w:sz w:val="16"/>
        <w:lang w:val="de-DE"/>
      </w:rPr>
      <w:t>32</w:t>
    </w:r>
    <w:r>
      <w:rPr>
        <w:rStyle w:val="Numrodepage"/>
        <w:rFonts w:ascii="Arial Narrow" w:hAnsi="Arial Narrow"/>
        <w:sz w:val="16"/>
        <w:lang w:val="de-D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/>
        <w:sz w:val="16"/>
        <w:szCs w:val="16"/>
      </w:rPr>
      <w:id w:val="40951260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78EA5AF" w14:textId="77777777" w:rsidR="00C86C21" w:rsidRPr="00CB3505" w:rsidRDefault="00C86C21" w:rsidP="00CB3505">
            <w:pPr>
              <w:pStyle w:val="Pieddepage"/>
              <w:jc w:val="center"/>
              <w:rPr>
                <w:rFonts w:ascii="Calibri" w:hAnsi="Calibri"/>
                <w:sz w:val="16"/>
                <w:szCs w:val="16"/>
              </w:rPr>
            </w:pPr>
            <w:r w:rsidRPr="00CB3505">
              <w:rPr>
                <w:rFonts w:ascii="Calibri" w:hAnsi="Calibri"/>
                <w:sz w:val="16"/>
                <w:szCs w:val="16"/>
              </w:rPr>
              <w:t xml:space="preserve">Page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PAGE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  <w:r w:rsidRPr="00CB3505">
              <w:rPr>
                <w:rFonts w:ascii="Calibri" w:hAnsi="Calibri"/>
                <w:sz w:val="16"/>
                <w:szCs w:val="16"/>
              </w:rPr>
              <w:t xml:space="preserve"> sur 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begin"/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instrText>NUMPAGES</w:instrTex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separate"/>
            </w:r>
            <w:r w:rsidR="00520FE5">
              <w:rPr>
                <w:rFonts w:ascii="Calibri" w:hAnsi="Calibri"/>
                <w:b/>
                <w:bCs/>
                <w:noProof/>
                <w:sz w:val="16"/>
                <w:szCs w:val="16"/>
              </w:rPr>
              <w:t>1</w:t>
            </w:r>
            <w:r w:rsidRPr="00CB3505">
              <w:rPr>
                <w:rFonts w:ascii="Calibri" w:hAnsi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03CD" w14:textId="77777777" w:rsidR="00C86C21" w:rsidRPr="003835D0" w:rsidRDefault="00C86C21" w:rsidP="003835D0">
    <w:pPr>
      <w:pStyle w:val="Pieddepage"/>
      <w:spacing w:after="0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1267E" w14:textId="77777777" w:rsidR="00415A21" w:rsidRDefault="00415A21">
      <w:r>
        <w:separator/>
      </w:r>
    </w:p>
  </w:footnote>
  <w:footnote w:type="continuationSeparator" w:id="0">
    <w:p w14:paraId="4A7DE3A8" w14:textId="77777777" w:rsidR="00415A21" w:rsidRDefault="00415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17ED4"/>
    <w:multiLevelType w:val="hybridMultilevel"/>
    <w:tmpl w:val="D60AEDFC"/>
    <w:lvl w:ilvl="0" w:tplc="9684DDA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6A2C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2" w:tplc="900225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3" w:tplc="B9A0E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4" w:tplc="C3844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5" w:tplc="AD3C6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6" w:tplc="C8A61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7" w:tplc="55749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  <w:lvl w:ilvl="8" w:tplc="788E5F2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Arial" w:hAnsi="Arial" w:hint="default"/>
      </w:rPr>
    </w:lvl>
  </w:abstractNum>
  <w:abstractNum w:abstractNumId="1" w15:restartNumberingAfterBreak="0">
    <w:nsid w:val="2E8C6244"/>
    <w:multiLevelType w:val="hybridMultilevel"/>
    <w:tmpl w:val="FA52D4C8"/>
    <w:lvl w:ilvl="0" w:tplc="7C542F80">
      <w:start w:val="1"/>
      <w:numFmt w:val="bullet"/>
      <w:pStyle w:val="RETRAIT1"/>
      <w:lvlText w:val="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  <w:color w:val="333399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E818B5"/>
    <w:multiLevelType w:val="hybridMultilevel"/>
    <w:tmpl w:val="2802373A"/>
    <w:lvl w:ilvl="0" w:tplc="04C40F52">
      <w:start w:val="1"/>
      <w:numFmt w:val="bullet"/>
      <w:pStyle w:val="Style4"/>
      <w:lvlText w:val=""/>
      <w:lvlJc w:val="left"/>
      <w:pPr>
        <w:tabs>
          <w:tab w:val="num" w:pos="2197"/>
        </w:tabs>
        <w:ind w:left="2197" w:hanging="39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74FEC"/>
    <w:multiLevelType w:val="multilevel"/>
    <w:tmpl w:val="B7A6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0311326">
    <w:abstractNumId w:val="2"/>
  </w:num>
  <w:num w:numId="2" w16cid:durableId="1408185492">
    <w:abstractNumId w:val="1"/>
  </w:num>
  <w:num w:numId="3" w16cid:durableId="970283304">
    <w:abstractNumId w:val="0"/>
  </w:num>
  <w:num w:numId="4" w16cid:durableId="55292792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FF9"/>
    <w:rsid w:val="000014F9"/>
    <w:rsid w:val="000020AC"/>
    <w:rsid w:val="00002CF4"/>
    <w:rsid w:val="000035E0"/>
    <w:rsid w:val="00022418"/>
    <w:rsid w:val="00023FAE"/>
    <w:rsid w:val="000240A8"/>
    <w:rsid w:val="00024765"/>
    <w:rsid w:val="000256AC"/>
    <w:rsid w:val="00025D08"/>
    <w:rsid w:val="00030A72"/>
    <w:rsid w:val="000345F1"/>
    <w:rsid w:val="00040B0B"/>
    <w:rsid w:val="00042612"/>
    <w:rsid w:val="00044FB3"/>
    <w:rsid w:val="00046566"/>
    <w:rsid w:val="00047DC0"/>
    <w:rsid w:val="00050790"/>
    <w:rsid w:val="000509FB"/>
    <w:rsid w:val="00050ADD"/>
    <w:rsid w:val="00051A0A"/>
    <w:rsid w:val="00052047"/>
    <w:rsid w:val="00052356"/>
    <w:rsid w:val="000560F3"/>
    <w:rsid w:val="00056299"/>
    <w:rsid w:val="0005735D"/>
    <w:rsid w:val="000575F0"/>
    <w:rsid w:val="00057A00"/>
    <w:rsid w:val="0007129D"/>
    <w:rsid w:val="00075F46"/>
    <w:rsid w:val="00081C32"/>
    <w:rsid w:val="00090687"/>
    <w:rsid w:val="00094973"/>
    <w:rsid w:val="000975F0"/>
    <w:rsid w:val="000A1DC6"/>
    <w:rsid w:val="000A3540"/>
    <w:rsid w:val="000A4C93"/>
    <w:rsid w:val="000A596C"/>
    <w:rsid w:val="000B0EEA"/>
    <w:rsid w:val="000B307D"/>
    <w:rsid w:val="000B5832"/>
    <w:rsid w:val="000C1DF9"/>
    <w:rsid w:val="000C274B"/>
    <w:rsid w:val="000C307F"/>
    <w:rsid w:val="000C34AB"/>
    <w:rsid w:val="000D33B0"/>
    <w:rsid w:val="000D3A86"/>
    <w:rsid w:val="000E0961"/>
    <w:rsid w:val="000E1674"/>
    <w:rsid w:val="000E21FB"/>
    <w:rsid w:val="000E4EB7"/>
    <w:rsid w:val="000E7BB6"/>
    <w:rsid w:val="000E7E59"/>
    <w:rsid w:val="000F29F1"/>
    <w:rsid w:val="000F2FAA"/>
    <w:rsid w:val="000F5425"/>
    <w:rsid w:val="000F6810"/>
    <w:rsid w:val="000F6CE5"/>
    <w:rsid w:val="001013DE"/>
    <w:rsid w:val="00101FED"/>
    <w:rsid w:val="001032BF"/>
    <w:rsid w:val="0010376C"/>
    <w:rsid w:val="00104EFD"/>
    <w:rsid w:val="00110530"/>
    <w:rsid w:val="001175B4"/>
    <w:rsid w:val="00120E70"/>
    <w:rsid w:val="00122E1C"/>
    <w:rsid w:val="00123749"/>
    <w:rsid w:val="00126837"/>
    <w:rsid w:val="00126907"/>
    <w:rsid w:val="00127278"/>
    <w:rsid w:val="0013009A"/>
    <w:rsid w:val="00130A0A"/>
    <w:rsid w:val="0013372B"/>
    <w:rsid w:val="0013472E"/>
    <w:rsid w:val="0013491F"/>
    <w:rsid w:val="001357DE"/>
    <w:rsid w:val="0014330C"/>
    <w:rsid w:val="00145719"/>
    <w:rsid w:val="00152BD0"/>
    <w:rsid w:val="00153AE8"/>
    <w:rsid w:val="00155410"/>
    <w:rsid w:val="001570FF"/>
    <w:rsid w:val="00160BDF"/>
    <w:rsid w:val="001638E5"/>
    <w:rsid w:val="00165388"/>
    <w:rsid w:val="00165982"/>
    <w:rsid w:val="00167288"/>
    <w:rsid w:val="00170266"/>
    <w:rsid w:val="001750DD"/>
    <w:rsid w:val="001779B8"/>
    <w:rsid w:val="00180B1C"/>
    <w:rsid w:val="00181619"/>
    <w:rsid w:val="00182C34"/>
    <w:rsid w:val="001843AC"/>
    <w:rsid w:val="001876CC"/>
    <w:rsid w:val="00191442"/>
    <w:rsid w:val="00195F09"/>
    <w:rsid w:val="001A1F6F"/>
    <w:rsid w:val="001A63A2"/>
    <w:rsid w:val="001A6A8A"/>
    <w:rsid w:val="001A747D"/>
    <w:rsid w:val="001B190A"/>
    <w:rsid w:val="001B4C5B"/>
    <w:rsid w:val="001B5C30"/>
    <w:rsid w:val="001B625C"/>
    <w:rsid w:val="001B68E8"/>
    <w:rsid w:val="001B71B6"/>
    <w:rsid w:val="001B7A6A"/>
    <w:rsid w:val="001C12A1"/>
    <w:rsid w:val="001C1E88"/>
    <w:rsid w:val="001C1F7F"/>
    <w:rsid w:val="001C3931"/>
    <w:rsid w:val="001C5F45"/>
    <w:rsid w:val="001D2CB9"/>
    <w:rsid w:val="001D3325"/>
    <w:rsid w:val="001D6950"/>
    <w:rsid w:val="001D6E52"/>
    <w:rsid w:val="001D7FA2"/>
    <w:rsid w:val="001E1BFE"/>
    <w:rsid w:val="001E2482"/>
    <w:rsid w:val="001E2E45"/>
    <w:rsid w:val="001E366A"/>
    <w:rsid w:val="001F17E4"/>
    <w:rsid w:val="001F2121"/>
    <w:rsid w:val="001F2751"/>
    <w:rsid w:val="001F5B7B"/>
    <w:rsid w:val="001F7C2E"/>
    <w:rsid w:val="0020035B"/>
    <w:rsid w:val="00204475"/>
    <w:rsid w:val="00205249"/>
    <w:rsid w:val="00205379"/>
    <w:rsid w:val="0020766F"/>
    <w:rsid w:val="00213BE2"/>
    <w:rsid w:val="002160C6"/>
    <w:rsid w:val="002172C4"/>
    <w:rsid w:val="002213B5"/>
    <w:rsid w:val="00221BBF"/>
    <w:rsid w:val="00221ED9"/>
    <w:rsid w:val="00225B65"/>
    <w:rsid w:val="00227AC4"/>
    <w:rsid w:val="002307BB"/>
    <w:rsid w:val="0023167F"/>
    <w:rsid w:val="0023192F"/>
    <w:rsid w:val="00235A59"/>
    <w:rsid w:val="002368FD"/>
    <w:rsid w:val="00236E88"/>
    <w:rsid w:val="00241CCB"/>
    <w:rsid w:val="00242D88"/>
    <w:rsid w:val="00243607"/>
    <w:rsid w:val="00246136"/>
    <w:rsid w:val="0025580E"/>
    <w:rsid w:val="0026033C"/>
    <w:rsid w:val="00260975"/>
    <w:rsid w:val="00262ED0"/>
    <w:rsid w:val="00263653"/>
    <w:rsid w:val="00263D69"/>
    <w:rsid w:val="00265D13"/>
    <w:rsid w:val="00266FF1"/>
    <w:rsid w:val="00267E96"/>
    <w:rsid w:val="00270C58"/>
    <w:rsid w:val="00272092"/>
    <w:rsid w:val="00280C13"/>
    <w:rsid w:val="002831CF"/>
    <w:rsid w:val="00283588"/>
    <w:rsid w:val="00284307"/>
    <w:rsid w:val="00284602"/>
    <w:rsid w:val="00294F01"/>
    <w:rsid w:val="002957CD"/>
    <w:rsid w:val="0029691F"/>
    <w:rsid w:val="00297524"/>
    <w:rsid w:val="002A4E9E"/>
    <w:rsid w:val="002A5F00"/>
    <w:rsid w:val="002A7584"/>
    <w:rsid w:val="002A771E"/>
    <w:rsid w:val="002B3A7A"/>
    <w:rsid w:val="002B44A1"/>
    <w:rsid w:val="002B472C"/>
    <w:rsid w:val="002B56EE"/>
    <w:rsid w:val="002C1553"/>
    <w:rsid w:val="002C2DE9"/>
    <w:rsid w:val="002C48C6"/>
    <w:rsid w:val="002C535C"/>
    <w:rsid w:val="002D0FA1"/>
    <w:rsid w:val="002D40DD"/>
    <w:rsid w:val="002D53D4"/>
    <w:rsid w:val="002D75CD"/>
    <w:rsid w:val="002D79D4"/>
    <w:rsid w:val="002E4E92"/>
    <w:rsid w:val="002E773F"/>
    <w:rsid w:val="002F16A8"/>
    <w:rsid w:val="002F2368"/>
    <w:rsid w:val="002F26C1"/>
    <w:rsid w:val="002F2B38"/>
    <w:rsid w:val="002F5838"/>
    <w:rsid w:val="002F67F5"/>
    <w:rsid w:val="002F7B2F"/>
    <w:rsid w:val="00300909"/>
    <w:rsid w:val="00302750"/>
    <w:rsid w:val="00305164"/>
    <w:rsid w:val="00305482"/>
    <w:rsid w:val="003068C1"/>
    <w:rsid w:val="0031087C"/>
    <w:rsid w:val="00310E73"/>
    <w:rsid w:val="00312F94"/>
    <w:rsid w:val="00313FEE"/>
    <w:rsid w:val="00315CD7"/>
    <w:rsid w:val="003176AD"/>
    <w:rsid w:val="003210D5"/>
    <w:rsid w:val="00322199"/>
    <w:rsid w:val="0032386F"/>
    <w:rsid w:val="00332146"/>
    <w:rsid w:val="00332603"/>
    <w:rsid w:val="00333649"/>
    <w:rsid w:val="0033496F"/>
    <w:rsid w:val="00335C7E"/>
    <w:rsid w:val="00342146"/>
    <w:rsid w:val="003425F6"/>
    <w:rsid w:val="00342857"/>
    <w:rsid w:val="003430B8"/>
    <w:rsid w:val="00343782"/>
    <w:rsid w:val="00344E87"/>
    <w:rsid w:val="003458AE"/>
    <w:rsid w:val="003470BA"/>
    <w:rsid w:val="00347532"/>
    <w:rsid w:val="00347DC0"/>
    <w:rsid w:val="00352A43"/>
    <w:rsid w:val="003541A9"/>
    <w:rsid w:val="00355063"/>
    <w:rsid w:val="00356975"/>
    <w:rsid w:val="00360162"/>
    <w:rsid w:val="003660BB"/>
    <w:rsid w:val="0037352B"/>
    <w:rsid w:val="00376008"/>
    <w:rsid w:val="00376E76"/>
    <w:rsid w:val="003777EE"/>
    <w:rsid w:val="00381CF8"/>
    <w:rsid w:val="0038295A"/>
    <w:rsid w:val="003835D0"/>
    <w:rsid w:val="00391A72"/>
    <w:rsid w:val="00392074"/>
    <w:rsid w:val="003947B8"/>
    <w:rsid w:val="00394C61"/>
    <w:rsid w:val="00394D17"/>
    <w:rsid w:val="003970C6"/>
    <w:rsid w:val="003A3539"/>
    <w:rsid w:val="003A4797"/>
    <w:rsid w:val="003A4C27"/>
    <w:rsid w:val="003A5451"/>
    <w:rsid w:val="003A741F"/>
    <w:rsid w:val="003A7A1B"/>
    <w:rsid w:val="003B066F"/>
    <w:rsid w:val="003B449E"/>
    <w:rsid w:val="003B5881"/>
    <w:rsid w:val="003B7C28"/>
    <w:rsid w:val="003C013F"/>
    <w:rsid w:val="003C3CF2"/>
    <w:rsid w:val="003C4790"/>
    <w:rsid w:val="003C65F9"/>
    <w:rsid w:val="003D0EC8"/>
    <w:rsid w:val="003D3D29"/>
    <w:rsid w:val="003E121E"/>
    <w:rsid w:val="003E1792"/>
    <w:rsid w:val="003E2AC1"/>
    <w:rsid w:val="003F2559"/>
    <w:rsid w:val="003F4689"/>
    <w:rsid w:val="003F4867"/>
    <w:rsid w:val="003F5700"/>
    <w:rsid w:val="00403018"/>
    <w:rsid w:val="00411919"/>
    <w:rsid w:val="0041278A"/>
    <w:rsid w:val="004129E7"/>
    <w:rsid w:val="0041330B"/>
    <w:rsid w:val="00413800"/>
    <w:rsid w:val="00414E5A"/>
    <w:rsid w:val="004156A7"/>
    <w:rsid w:val="00415A21"/>
    <w:rsid w:val="00417535"/>
    <w:rsid w:val="00417B20"/>
    <w:rsid w:val="00420C6C"/>
    <w:rsid w:val="004229B4"/>
    <w:rsid w:val="004230D8"/>
    <w:rsid w:val="00425EC7"/>
    <w:rsid w:val="00431FEB"/>
    <w:rsid w:val="0043335E"/>
    <w:rsid w:val="00433AC0"/>
    <w:rsid w:val="00434C4E"/>
    <w:rsid w:val="00434FD8"/>
    <w:rsid w:val="0043517C"/>
    <w:rsid w:val="00443E2C"/>
    <w:rsid w:val="00445635"/>
    <w:rsid w:val="0044709E"/>
    <w:rsid w:val="0044735E"/>
    <w:rsid w:val="00447E55"/>
    <w:rsid w:val="00452E2A"/>
    <w:rsid w:val="004543E2"/>
    <w:rsid w:val="00454FDF"/>
    <w:rsid w:val="004550A0"/>
    <w:rsid w:val="00456540"/>
    <w:rsid w:val="0045692B"/>
    <w:rsid w:val="00457780"/>
    <w:rsid w:val="00470440"/>
    <w:rsid w:val="004725DA"/>
    <w:rsid w:val="00473DA4"/>
    <w:rsid w:val="00475DE3"/>
    <w:rsid w:val="0047722D"/>
    <w:rsid w:val="0048147D"/>
    <w:rsid w:val="004817EC"/>
    <w:rsid w:val="004836F4"/>
    <w:rsid w:val="004839C5"/>
    <w:rsid w:val="00484B77"/>
    <w:rsid w:val="00485A80"/>
    <w:rsid w:val="00487456"/>
    <w:rsid w:val="00490761"/>
    <w:rsid w:val="004935E6"/>
    <w:rsid w:val="004976C1"/>
    <w:rsid w:val="004A0B83"/>
    <w:rsid w:val="004A123F"/>
    <w:rsid w:val="004A398D"/>
    <w:rsid w:val="004A3F1E"/>
    <w:rsid w:val="004A4435"/>
    <w:rsid w:val="004A6584"/>
    <w:rsid w:val="004B0DB7"/>
    <w:rsid w:val="004B2160"/>
    <w:rsid w:val="004B41FD"/>
    <w:rsid w:val="004B44BD"/>
    <w:rsid w:val="004B6A4E"/>
    <w:rsid w:val="004D1A2C"/>
    <w:rsid w:val="004D2B93"/>
    <w:rsid w:val="004D36E0"/>
    <w:rsid w:val="004D5CCC"/>
    <w:rsid w:val="004D705E"/>
    <w:rsid w:val="004E00CD"/>
    <w:rsid w:val="004E3273"/>
    <w:rsid w:val="004E5B98"/>
    <w:rsid w:val="004F05BF"/>
    <w:rsid w:val="004F18D9"/>
    <w:rsid w:val="004F412F"/>
    <w:rsid w:val="004F64FD"/>
    <w:rsid w:val="00505847"/>
    <w:rsid w:val="00505C03"/>
    <w:rsid w:val="00506846"/>
    <w:rsid w:val="005079B7"/>
    <w:rsid w:val="005112B5"/>
    <w:rsid w:val="00512041"/>
    <w:rsid w:val="00514C7E"/>
    <w:rsid w:val="00516D16"/>
    <w:rsid w:val="00520FE5"/>
    <w:rsid w:val="0052158A"/>
    <w:rsid w:val="005246F6"/>
    <w:rsid w:val="00532B7A"/>
    <w:rsid w:val="00533033"/>
    <w:rsid w:val="0053754C"/>
    <w:rsid w:val="00542A3F"/>
    <w:rsid w:val="00550100"/>
    <w:rsid w:val="005512D5"/>
    <w:rsid w:val="005564C2"/>
    <w:rsid w:val="00556AEB"/>
    <w:rsid w:val="005612CF"/>
    <w:rsid w:val="00562D2C"/>
    <w:rsid w:val="00564C13"/>
    <w:rsid w:val="005665C3"/>
    <w:rsid w:val="00566BFC"/>
    <w:rsid w:val="00570623"/>
    <w:rsid w:val="0057521C"/>
    <w:rsid w:val="00577D0A"/>
    <w:rsid w:val="005810D1"/>
    <w:rsid w:val="005820D6"/>
    <w:rsid w:val="00584BBA"/>
    <w:rsid w:val="00584EE7"/>
    <w:rsid w:val="0059341B"/>
    <w:rsid w:val="00595124"/>
    <w:rsid w:val="00595424"/>
    <w:rsid w:val="0059612B"/>
    <w:rsid w:val="00596F3C"/>
    <w:rsid w:val="005974F3"/>
    <w:rsid w:val="005A096E"/>
    <w:rsid w:val="005A2154"/>
    <w:rsid w:val="005A59B6"/>
    <w:rsid w:val="005B0147"/>
    <w:rsid w:val="005B1ECC"/>
    <w:rsid w:val="005B34DC"/>
    <w:rsid w:val="005B3BB1"/>
    <w:rsid w:val="005B4330"/>
    <w:rsid w:val="005B5827"/>
    <w:rsid w:val="005B622B"/>
    <w:rsid w:val="005B79CF"/>
    <w:rsid w:val="005C4319"/>
    <w:rsid w:val="005C5F56"/>
    <w:rsid w:val="005C6323"/>
    <w:rsid w:val="005C6937"/>
    <w:rsid w:val="005D3977"/>
    <w:rsid w:val="005D5585"/>
    <w:rsid w:val="005D7905"/>
    <w:rsid w:val="005D7C19"/>
    <w:rsid w:val="005E03FF"/>
    <w:rsid w:val="005E37D0"/>
    <w:rsid w:val="005E651D"/>
    <w:rsid w:val="005F2D18"/>
    <w:rsid w:val="005F41B3"/>
    <w:rsid w:val="005F56D9"/>
    <w:rsid w:val="00601B15"/>
    <w:rsid w:val="00604262"/>
    <w:rsid w:val="0060542D"/>
    <w:rsid w:val="006055FE"/>
    <w:rsid w:val="00607614"/>
    <w:rsid w:val="00612105"/>
    <w:rsid w:val="0061272A"/>
    <w:rsid w:val="00616D28"/>
    <w:rsid w:val="006225C3"/>
    <w:rsid w:val="00630E95"/>
    <w:rsid w:val="006313C9"/>
    <w:rsid w:val="00632567"/>
    <w:rsid w:val="00633270"/>
    <w:rsid w:val="006350ED"/>
    <w:rsid w:val="006367CC"/>
    <w:rsid w:val="00640181"/>
    <w:rsid w:val="00641EBB"/>
    <w:rsid w:val="00642394"/>
    <w:rsid w:val="00643450"/>
    <w:rsid w:val="006436EA"/>
    <w:rsid w:val="00646281"/>
    <w:rsid w:val="00646654"/>
    <w:rsid w:val="0065018D"/>
    <w:rsid w:val="00651212"/>
    <w:rsid w:val="00651BA7"/>
    <w:rsid w:val="006523C4"/>
    <w:rsid w:val="00652F0D"/>
    <w:rsid w:val="00653B36"/>
    <w:rsid w:val="0065407F"/>
    <w:rsid w:val="006607BA"/>
    <w:rsid w:val="00660A81"/>
    <w:rsid w:val="0066274E"/>
    <w:rsid w:val="00663924"/>
    <w:rsid w:val="00663C45"/>
    <w:rsid w:val="00667A04"/>
    <w:rsid w:val="00667F3F"/>
    <w:rsid w:val="00672755"/>
    <w:rsid w:val="00672DA9"/>
    <w:rsid w:val="00673256"/>
    <w:rsid w:val="006819C2"/>
    <w:rsid w:val="00683D52"/>
    <w:rsid w:val="00684A52"/>
    <w:rsid w:val="00684C03"/>
    <w:rsid w:val="00685404"/>
    <w:rsid w:val="006870B7"/>
    <w:rsid w:val="006876D1"/>
    <w:rsid w:val="006965CA"/>
    <w:rsid w:val="00696B12"/>
    <w:rsid w:val="006A05D0"/>
    <w:rsid w:val="006A23EC"/>
    <w:rsid w:val="006A61B8"/>
    <w:rsid w:val="006B1D2A"/>
    <w:rsid w:val="006B3E30"/>
    <w:rsid w:val="006B4231"/>
    <w:rsid w:val="006B4816"/>
    <w:rsid w:val="006B4925"/>
    <w:rsid w:val="006B6929"/>
    <w:rsid w:val="006C0FA9"/>
    <w:rsid w:val="006C2CA0"/>
    <w:rsid w:val="006C3046"/>
    <w:rsid w:val="006C32CA"/>
    <w:rsid w:val="006C3B77"/>
    <w:rsid w:val="006C4740"/>
    <w:rsid w:val="006C6BB0"/>
    <w:rsid w:val="006C7C7A"/>
    <w:rsid w:val="006D7E3F"/>
    <w:rsid w:val="006E1840"/>
    <w:rsid w:val="006E24FC"/>
    <w:rsid w:val="006E49CA"/>
    <w:rsid w:val="006E4E7B"/>
    <w:rsid w:val="006E6EED"/>
    <w:rsid w:val="006E727D"/>
    <w:rsid w:val="006F072B"/>
    <w:rsid w:val="006F0BFD"/>
    <w:rsid w:val="006F13B5"/>
    <w:rsid w:val="006F208B"/>
    <w:rsid w:val="006F3E89"/>
    <w:rsid w:val="006F6A53"/>
    <w:rsid w:val="00700E74"/>
    <w:rsid w:val="00701E98"/>
    <w:rsid w:val="007032A2"/>
    <w:rsid w:val="007044EA"/>
    <w:rsid w:val="00710306"/>
    <w:rsid w:val="00710D81"/>
    <w:rsid w:val="00712A4A"/>
    <w:rsid w:val="00723364"/>
    <w:rsid w:val="007234E1"/>
    <w:rsid w:val="00723625"/>
    <w:rsid w:val="00732B40"/>
    <w:rsid w:val="00733D71"/>
    <w:rsid w:val="00736CD0"/>
    <w:rsid w:val="0073723A"/>
    <w:rsid w:val="00742779"/>
    <w:rsid w:val="00746587"/>
    <w:rsid w:val="00746691"/>
    <w:rsid w:val="007476E3"/>
    <w:rsid w:val="00750FAF"/>
    <w:rsid w:val="007601F6"/>
    <w:rsid w:val="0076045B"/>
    <w:rsid w:val="0076061D"/>
    <w:rsid w:val="00764701"/>
    <w:rsid w:val="00765A02"/>
    <w:rsid w:val="0077084E"/>
    <w:rsid w:val="00770F03"/>
    <w:rsid w:val="0077346B"/>
    <w:rsid w:val="00777EFF"/>
    <w:rsid w:val="00783998"/>
    <w:rsid w:val="00785EDE"/>
    <w:rsid w:val="00787DAF"/>
    <w:rsid w:val="00787EF0"/>
    <w:rsid w:val="0079529B"/>
    <w:rsid w:val="007957B1"/>
    <w:rsid w:val="00795DBD"/>
    <w:rsid w:val="00797298"/>
    <w:rsid w:val="007A014C"/>
    <w:rsid w:val="007A2004"/>
    <w:rsid w:val="007A37CD"/>
    <w:rsid w:val="007A4204"/>
    <w:rsid w:val="007A55CB"/>
    <w:rsid w:val="007A669E"/>
    <w:rsid w:val="007A7F03"/>
    <w:rsid w:val="007B2F70"/>
    <w:rsid w:val="007B35A9"/>
    <w:rsid w:val="007B44AA"/>
    <w:rsid w:val="007B4D75"/>
    <w:rsid w:val="007B54EA"/>
    <w:rsid w:val="007B63B4"/>
    <w:rsid w:val="007B64EC"/>
    <w:rsid w:val="007C070C"/>
    <w:rsid w:val="007C20D5"/>
    <w:rsid w:val="007C2A91"/>
    <w:rsid w:val="007C4284"/>
    <w:rsid w:val="007C5077"/>
    <w:rsid w:val="007C575E"/>
    <w:rsid w:val="007C6FD5"/>
    <w:rsid w:val="007D077D"/>
    <w:rsid w:val="007D596F"/>
    <w:rsid w:val="007D6FAA"/>
    <w:rsid w:val="007E18A0"/>
    <w:rsid w:val="007E2373"/>
    <w:rsid w:val="007E246A"/>
    <w:rsid w:val="007E2A27"/>
    <w:rsid w:val="007E4489"/>
    <w:rsid w:val="007E4A69"/>
    <w:rsid w:val="007E66DF"/>
    <w:rsid w:val="007E7E65"/>
    <w:rsid w:val="007F3EAE"/>
    <w:rsid w:val="007F49B5"/>
    <w:rsid w:val="007F5266"/>
    <w:rsid w:val="00800952"/>
    <w:rsid w:val="00803CBC"/>
    <w:rsid w:val="008041AB"/>
    <w:rsid w:val="008046DE"/>
    <w:rsid w:val="00807CC2"/>
    <w:rsid w:val="00810898"/>
    <w:rsid w:val="0081093D"/>
    <w:rsid w:val="0081451C"/>
    <w:rsid w:val="00815C5D"/>
    <w:rsid w:val="00816F76"/>
    <w:rsid w:val="00817D5E"/>
    <w:rsid w:val="008241C8"/>
    <w:rsid w:val="0083076B"/>
    <w:rsid w:val="00832656"/>
    <w:rsid w:val="00833130"/>
    <w:rsid w:val="00833FA0"/>
    <w:rsid w:val="00836B96"/>
    <w:rsid w:val="00842BE8"/>
    <w:rsid w:val="008474C8"/>
    <w:rsid w:val="0085011A"/>
    <w:rsid w:val="00851D5C"/>
    <w:rsid w:val="008548C0"/>
    <w:rsid w:val="008552F1"/>
    <w:rsid w:val="00855521"/>
    <w:rsid w:val="00857CAB"/>
    <w:rsid w:val="0086364A"/>
    <w:rsid w:val="00863B2E"/>
    <w:rsid w:val="0087032C"/>
    <w:rsid w:val="0087327B"/>
    <w:rsid w:val="00874B8F"/>
    <w:rsid w:val="00874BE6"/>
    <w:rsid w:val="00881B33"/>
    <w:rsid w:val="00886521"/>
    <w:rsid w:val="00887C6F"/>
    <w:rsid w:val="00897C85"/>
    <w:rsid w:val="008A2D02"/>
    <w:rsid w:val="008A3DC6"/>
    <w:rsid w:val="008A5E6B"/>
    <w:rsid w:val="008B19D8"/>
    <w:rsid w:val="008B2DA6"/>
    <w:rsid w:val="008B40E0"/>
    <w:rsid w:val="008B7A11"/>
    <w:rsid w:val="008C22FE"/>
    <w:rsid w:val="008C3265"/>
    <w:rsid w:val="008C45E7"/>
    <w:rsid w:val="008C4F2D"/>
    <w:rsid w:val="008C78DA"/>
    <w:rsid w:val="008D1DB5"/>
    <w:rsid w:val="008D3323"/>
    <w:rsid w:val="008D35B4"/>
    <w:rsid w:val="008D3716"/>
    <w:rsid w:val="008D3DF7"/>
    <w:rsid w:val="008D629B"/>
    <w:rsid w:val="008E044A"/>
    <w:rsid w:val="008E07F1"/>
    <w:rsid w:val="008E2AA2"/>
    <w:rsid w:val="008E45E3"/>
    <w:rsid w:val="008E49DB"/>
    <w:rsid w:val="008E597F"/>
    <w:rsid w:val="008E6A25"/>
    <w:rsid w:val="008F19EE"/>
    <w:rsid w:val="008F594F"/>
    <w:rsid w:val="00900CC5"/>
    <w:rsid w:val="0090571A"/>
    <w:rsid w:val="00905F9A"/>
    <w:rsid w:val="009106A9"/>
    <w:rsid w:val="009117A4"/>
    <w:rsid w:val="00912D8E"/>
    <w:rsid w:val="00913B53"/>
    <w:rsid w:val="00923223"/>
    <w:rsid w:val="00925671"/>
    <w:rsid w:val="00925F31"/>
    <w:rsid w:val="00931AE6"/>
    <w:rsid w:val="00932B9B"/>
    <w:rsid w:val="00933428"/>
    <w:rsid w:val="009366C9"/>
    <w:rsid w:val="00937C15"/>
    <w:rsid w:val="00937D07"/>
    <w:rsid w:val="0094055D"/>
    <w:rsid w:val="00941FF7"/>
    <w:rsid w:val="0094372E"/>
    <w:rsid w:val="00943BB7"/>
    <w:rsid w:val="009536C5"/>
    <w:rsid w:val="009614E2"/>
    <w:rsid w:val="00966011"/>
    <w:rsid w:val="0096707E"/>
    <w:rsid w:val="00971852"/>
    <w:rsid w:val="00971A7B"/>
    <w:rsid w:val="00971C74"/>
    <w:rsid w:val="00973C60"/>
    <w:rsid w:val="00974982"/>
    <w:rsid w:val="00980686"/>
    <w:rsid w:val="0098210E"/>
    <w:rsid w:val="00983573"/>
    <w:rsid w:val="009855D3"/>
    <w:rsid w:val="009864E2"/>
    <w:rsid w:val="009878BC"/>
    <w:rsid w:val="00987AE1"/>
    <w:rsid w:val="00987F01"/>
    <w:rsid w:val="0099013E"/>
    <w:rsid w:val="00991624"/>
    <w:rsid w:val="00991AE8"/>
    <w:rsid w:val="0099614E"/>
    <w:rsid w:val="0099782D"/>
    <w:rsid w:val="009A2987"/>
    <w:rsid w:val="009A2F2B"/>
    <w:rsid w:val="009A375E"/>
    <w:rsid w:val="009A5642"/>
    <w:rsid w:val="009A57E7"/>
    <w:rsid w:val="009B03A4"/>
    <w:rsid w:val="009B2401"/>
    <w:rsid w:val="009B31A0"/>
    <w:rsid w:val="009B692B"/>
    <w:rsid w:val="009B788C"/>
    <w:rsid w:val="009C0E31"/>
    <w:rsid w:val="009C1B08"/>
    <w:rsid w:val="009C1C65"/>
    <w:rsid w:val="009C2558"/>
    <w:rsid w:val="009C3341"/>
    <w:rsid w:val="009C55DE"/>
    <w:rsid w:val="009D17A3"/>
    <w:rsid w:val="009D3FF2"/>
    <w:rsid w:val="009D7798"/>
    <w:rsid w:val="009E0318"/>
    <w:rsid w:val="009E0E94"/>
    <w:rsid w:val="009E143C"/>
    <w:rsid w:val="009E1846"/>
    <w:rsid w:val="009E196A"/>
    <w:rsid w:val="009E1A75"/>
    <w:rsid w:val="009E5430"/>
    <w:rsid w:val="009E6E06"/>
    <w:rsid w:val="009F0265"/>
    <w:rsid w:val="009F2F6A"/>
    <w:rsid w:val="009F336D"/>
    <w:rsid w:val="009F4925"/>
    <w:rsid w:val="009F5B1B"/>
    <w:rsid w:val="009F7D0A"/>
    <w:rsid w:val="00A00033"/>
    <w:rsid w:val="00A0095A"/>
    <w:rsid w:val="00A010B8"/>
    <w:rsid w:val="00A07479"/>
    <w:rsid w:val="00A077C6"/>
    <w:rsid w:val="00A16402"/>
    <w:rsid w:val="00A2074C"/>
    <w:rsid w:val="00A20E4A"/>
    <w:rsid w:val="00A229DA"/>
    <w:rsid w:val="00A22B6D"/>
    <w:rsid w:val="00A258AD"/>
    <w:rsid w:val="00A303DF"/>
    <w:rsid w:val="00A31199"/>
    <w:rsid w:val="00A31735"/>
    <w:rsid w:val="00A3457F"/>
    <w:rsid w:val="00A36999"/>
    <w:rsid w:val="00A37525"/>
    <w:rsid w:val="00A377CB"/>
    <w:rsid w:val="00A37F99"/>
    <w:rsid w:val="00A42B35"/>
    <w:rsid w:val="00A43180"/>
    <w:rsid w:val="00A444EC"/>
    <w:rsid w:val="00A4510C"/>
    <w:rsid w:val="00A47C4B"/>
    <w:rsid w:val="00A50083"/>
    <w:rsid w:val="00A5441D"/>
    <w:rsid w:val="00A74154"/>
    <w:rsid w:val="00A747F0"/>
    <w:rsid w:val="00A75289"/>
    <w:rsid w:val="00A756FF"/>
    <w:rsid w:val="00A82B8D"/>
    <w:rsid w:val="00A83509"/>
    <w:rsid w:val="00A853F2"/>
    <w:rsid w:val="00A92632"/>
    <w:rsid w:val="00A95A4E"/>
    <w:rsid w:val="00AA239D"/>
    <w:rsid w:val="00AA39F1"/>
    <w:rsid w:val="00AA4427"/>
    <w:rsid w:val="00AA540A"/>
    <w:rsid w:val="00AA76C1"/>
    <w:rsid w:val="00AB7413"/>
    <w:rsid w:val="00AB7FF4"/>
    <w:rsid w:val="00AC12A9"/>
    <w:rsid w:val="00AC24A5"/>
    <w:rsid w:val="00AC3C84"/>
    <w:rsid w:val="00AC528F"/>
    <w:rsid w:val="00AC552A"/>
    <w:rsid w:val="00AC59CA"/>
    <w:rsid w:val="00AC629C"/>
    <w:rsid w:val="00AC6A89"/>
    <w:rsid w:val="00AC6B69"/>
    <w:rsid w:val="00AD2225"/>
    <w:rsid w:val="00AD4A17"/>
    <w:rsid w:val="00AD5BB7"/>
    <w:rsid w:val="00AD6665"/>
    <w:rsid w:val="00AD7635"/>
    <w:rsid w:val="00AE2A8D"/>
    <w:rsid w:val="00AE6420"/>
    <w:rsid w:val="00AF12C7"/>
    <w:rsid w:val="00AF3F6A"/>
    <w:rsid w:val="00AF4226"/>
    <w:rsid w:val="00AF4F66"/>
    <w:rsid w:val="00AF7D22"/>
    <w:rsid w:val="00B02128"/>
    <w:rsid w:val="00B02765"/>
    <w:rsid w:val="00B028D7"/>
    <w:rsid w:val="00B02F73"/>
    <w:rsid w:val="00B035ED"/>
    <w:rsid w:val="00B05DA2"/>
    <w:rsid w:val="00B068B7"/>
    <w:rsid w:val="00B06C51"/>
    <w:rsid w:val="00B079B9"/>
    <w:rsid w:val="00B11B3D"/>
    <w:rsid w:val="00B17FE8"/>
    <w:rsid w:val="00B23014"/>
    <w:rsid w:val="00B2515B"/>
    <w:rsid w:val="00B26015"/>
    <w:rsid w:val="00B275B7"/>
    <w:rsid w:val="00B32DD2"/>
    <w:rsid w:val="00B32E88"/>
    <w:rsid w:val="00B34095"/>
    <w:rsid w:val="00B3607C"/>
    <w:rsid w:val="00B372F6"/>
    <w:rsid w:val="00B4325C"/>
    <w:rsid w:val="00B45A25"/>
    <w:rsid w:val="00B4620C"/>
    <w:rsid w:val="00B46BA0"/>
    <w:rsid w:val="00B46E68"/>
    <w:rsid w:val="00B47CA2"/>
    <w:rsid w:val="00B51CBB"/>
    <w:rsid w:val="00B652BA"/>
    <w:rsid w:val="00B65DEC"/>
    <w:rsid w:val="00B664AA"/>
    <w:rsid w:val="00B715F9"/>
    <w:rsid w:val="00B75162"/>
    <w:rsid w:val="00B751EB"/>
    <w:rsid w:val="00B76B08"/>
    <w:rsid w:val="00B82F74"/>
    <w:rsid w:val="00B858CD"/>
    <w:rsid w:val="00B9069D"/>
    <w:rsid w:val="00B94665"/>
    <w:rsid w:val="00B94688"/>
    <w:rsid w:val="00B95482"/>
    <w:rsid w:val="00B96FA7"/>
    <w:rsid w:val="00BA19EC"/>
    <w:rsid w:val="00BA6791"/>
    <w:rsid w:val="00BB61F5"/>
    <w:rsid w:val="00BC1D6F"/>
    <w:rsid w:val="00BC2CF9"/>
    <w:rsid w:val="00BC4F72"/>
    <w:rsid w:val="00BC7542"/>
    <w:rsid w:val="00BD0DF1"/>
    <w:rsid w:val="00BD205B"/>
    <w:rsid w:val="00BE1783"/>
    <w:rsid w:val="00BE3350"/>
    <w:rsid w:val="00BE34F8"/>
    <w:rsid w:val="00BE4774"/>
    <w:rsid w:val="00BE700A"/>
    <w:rsid w:val="00BF1363"/>
    <w:rsid w:val="00BF2C1C"/>
    <w:rsid w:val="00BF7ED2"/>
    <w:rsid w:val="00C0107B"/>
    <w:rsid w:val="00C02363"/>
    <w:rsid w:val="00C0286C"/>
    <w:rsid w:val="00C028D4"/>
    <w:rsid w:val="00C04957"/>
    <w:rsid w:val="00C04BD0"/>
    <w:rsid w:val="00C05F1B"/>
    <w:rsid w:val="00C06805"/>
    <w:rsid w:val="00C10F24"/>
    <w:rsid w:val="00C1281F"/>
    <w:rsid w:val="00C12F19"/>
    <w:rsid w:val="00C1426C"/>
    <w:rsid w:val="00C157E5"/>
    <w:rsid w:val="00C169B7"/>
    <w:rsid w:val="00C21FA0"/>
    <w:rsid w:val="00C223BE"/>
    <w:rsid w:val="00C23770"/>
    <w:rsid w:val="00C23AC6"/>
    <w:rsid w:val="00C24D40"/>
    <w:rsid w:val="00C25163"/>
    <w:rsid w:val="00C255E0"/>
    <w:rsid w:val="00C26DB9"/>
    <w:rsid w:val="00C277BD"/>
    <w:rsid w:val="00C27D47"/>
    <w:rsid w:val="00C30573"/>
    <w:rsid w:val="00C30BF5"/>
    <w:rsid w:val="00C31F21"/>
    <w:rsid w:val="00C33229"/>
    <w:rsid w:val="00C33B94"/>
    <w:rsid w:val="00C342B4"/>
    <w:rsid w:val="00C3622F"/>
    <w:rsid w:val="00C37464"/>
    <w:rsid w:val="00C37880"/>
    <w:rsid w:val="00C37F5C"/>
    <w:rsid w:val="00C463FA"/>
    <w:rsid w:val="00C46580"/>
    <w:rsid w:val="00C46DE2"/>
    <w:rsid w:val="00C46FF5"/>
    <w:rsid w:val="00C4765E"/>
    <w:rsid w:val="00C505E0"/>
    <w:rsid w:val="00C50A6A"/>
    <w:rsid w:val="00C51B48"/>
    <w:rsid w:val="00C52D09"/>
    <w:rsid w:val="00C53D7A"/>
    <w:rsid w:val="00C565EF"/>
    <w:rsid w:val="00C63BBA"/>
    <w:rsid w:val="00C649C8"/>
    <w:rsid w:val="00C674B1"/>
    <w:rsid w:val="00C7198F"/>
    <w:rsid w:val="00C72BA1"/>
    <w:rsid w:val="00C754EB"/>
    <w:rsid w:val="00C770F7"/>
    <w:rsid w:val="00C775E8"/>
    <w:rsid w:val="00C84F8D"/>
    <w:rsid w:val="00C85453"/>
    <w:rsid w:val="00C86C21"/>
    <w:rsid w:val="00C86C60"/>
    <w:rsid w:val="00C8709D"/>
    <w:rsid w:val="00C87896"/>
    <w:rsid w:val="00C946EB"/>
    <w:rsid w:val="00CA1490"/>
    <w:rsid w:val="00CA20FA"/>
    <w:rsid w:val="00CA427B"/>
    <w:rsid w:val="00CA7537"/>
    <w:rsid w:val="00CB3505"/>
    <w:rsid w:val="00CB3539"/>
    <w:rsid w:val="00CB3946"/>
    <w:rsid w:val="00CB4060"/>
    <w:rsid w:val="00CB58CC"/>
    <w:rsid w:val="00CC47CA"/>
    <w:rsid w:val="00CC55BE"/>
    <w:rsid w:val="00CC67CD"/>
    <w:rsid w:val="00CD09E1"/>
    <w:rsid w:val="00CD0EE2"/>
    <w:rsid w:val="00CD4345"/>
    <w:rsid w:val="00CD52AE"/>
    <w:rsid w:val="00CD5D37"/>
    <w:rsid w:val="00CE1826"/>
    <w:rsid w:val="00CE1F67"/>
    <w:rsid w:val="00CE2FF0"/>
    <w:rsid w:val="00CE41C9"/>
    <w:rsid w:val="00CE4A7B"/>
    <w:rsid w:val="00CF0339"/>
    <w:rsid w:val="00CF11EB"/>
    <w:rsid w:val="00CF153D"/>
    <w:rsid w:val="00CF20B0"/>
    <w:rsid w:val="00CF3E78"/>
    <w:rsid w:val="00CF4D65"/>
    <w:rsid w:val="00CF59C9"/>
    <w:rsid w:val="00D00CB1"/>
    <w:rsid w:val="00D00F1B"/>
    <w:rsid w:val="00D01ED3"/>
    <w:rsid w:val="00D050EC"/>
    <w:rsid w:val="00D0711D"/>
    <w:rsid w:val="00D102D5"/>
    <w:rsid w:val="00D104F6"/>
    <w:rsid w:val="00D10A3D"/>
    <w:rsid w:val="00D1211E"/>
    <w:rsid w:val="00D12825"/>
    <w:rsid w:val="00D15FAD"/>
    <w:rsid w:val="00D16407"/>
    <w:rsid w:val="00D16C97"/>
    <w:rsid w:val="00D232FA"/>
    <w:rsid w:val="00D31172"/>
    <w:rsid w:val="00D35008"/>
    <w:rsid w:val="00D35823"/>
    <w:rsid w:val="00D36EAE"/>
    <w:rsid w:val="00D37433"/>
    <w:rsid w:val="00D3797F"/>
    <w:rsid w:val="00D40752"/>
    <w:rsid w:val="00D52AA9"/>
    <w:rsid w:val="00D52C74"/>
    <w:rsid w:val="00D53913"/>
    <w:rsid w:val="00D55807"/>
    <w:rsid w:val="00D6266B"/>
    <w:rsid w:val="00D627AB"/>
    <w:rsid w:val="00D65C45"/>
    <w:rsid w:val="00D661ED"/>
    <w:rsid w:val="00D666EB"/>
    <w:rsid w:val="00D67DFF"/>
    <w:rsid w:val="00D71B0C"/>
    <w:rsid w:val="00D75914"/>
    <w:rsid w:val="00D8030B"/>
    <w:rsid w:val="00D83A45"/>
    <w:rsid w:val="00D85D85"/>
    <w:rsid w:val="00D86C2C"/>
    <w:rsid w:val="00D92A18"/>
    <w:rsid w:val="00D943C6"/>
    <w:rsid w:val="00D94797"/>
    <w:rsid w:val="00D9535B"/>
    <w:rsid w:val="00D95E6C"/>
    <w:rsid w:val="00DA0CCB"/>
    <w:rsid w:val="00DA46A9"/>
    <w:rsid w:val="00DA4942"/>
    <w:rsid w:val="00DA646B"/>
    <w:rsid w:val="00DA6791"/>
    <w:rsid w:val="00DC13D4"/>
    <w:rsid w:val="00DC1C50"/>
    <w:rsid w:val="00DC3B90"/>
    <w:rsid w:val="00DC3DFB"/>
    <w:rsid w:val="00DC4DD1"/>
    <w:rsid w:val="00DC7EBB"/>
    <w:rsid w:val="00DD0EFA"/>
    <w:rsid w:val="00DD193B"/>
    <w:rsid w:val="00DD1A81"/>
    <w:rsid w:val="00DD275E"/>
    <w:rsid w:val="00DD38D7"/>
    <w:rsid w:val="00DD5C51"/>
    <w:rsid w:val="00DD5D5E"/>
    <w:rsid w:val="00DD6064"/>
    <w:rsid w:val="00DD6750"/>
    <w:rsid w:val="00DD7A92"/>
    <w:rsid w:val="00DE1BFB"/>
    <w:rsid w:val="00DE4E44"/>
    <w:rsid w:val="00DE5009"/>
    <w:rsid w:val="00DE6094"/>
    <w:rsid w:val="00DF1538"/>
    <w:rsid w:val="00DF5A0C"/>
    <w:rsid w:val="00DF631A"/>
    <w:rsid w:val="00DF6423"/>
    <w:rsid w:val="00DF6F56"/>
    <w:rsid w:val="00DF6FFF"/>
    <w:rsid w:val="00E02476"/>
    <w:rsid w:val="00E034F1"/>
    <w:rsid w:val="00E04F64"/>
    <w:rsid w:val="00E05C51"/>
    <w:rsid w:val="00E0658E"/>
    <w:rsid w:val="00E07525"/>
    <w:rsid w:val="00E11136"/>
    <w:rsid w:val="00E111EE"/>
    <w:rsid w:val="00E11413"/>
    <w:rsid w:val="00E1198F"/>
    <w:rsid w:val="00E13FD5"/>
    <w:rsid w:val="00E1511D"/>
    <w:rsid w:val="00E203C9"/>
    <w:rsid w:val="00E20F1D"/>
    <w:rsid w:val="00E225D0"/>
    <w:rsid w:val="00E244BD"/>
    <w:rsid w:val="00E26A7D"/>
    <w:rsid w:val="00E26B6E"/>
    <w:rsid w:val="00E27C7E"/>
    <w:rsid w:val="00E30D7A"/>
    <w:rsid w:val="00E31964"/>
    <w:rsid w:val="00E33006"/>
    <w:rsid w:val="00E33950"/>
    <w:rsid w:val="00E35FF9"/>
    <w:rsid w:val="00E40DAD"/>
    <w:rsid w:val="00E40FEB"/>
    <w:rsid w:val="00E43463"/>
    <w:rsid w:val="00E45253"/>
    <w:rsid w:val="00E453EE"/>
    <w:rsid w:val="00E46B5E"/>
    <w:rsid w:val="00E51D0C"/>
    <w:rsid w:val="00E536CD"/>
    <w:rsid w:val="00E53E43"/>
    <w:rsid w:val="00E53ECF"/>
    <w:rsid w:val="00E60D8F"/>
    <w:rsid w:val="00E626A9"/>
    <w:rsid w:val="00E6508D"/>
    <w:rsid w:val="00E668CC"/>
    <w:rsid w:val="00E6750B"/>
    <w:rsid w:val="00E700D5"/>
    <w:rsid w:val="00E771BB"/>
    <w:rsid w:val="00E7744B"/>
    <w:rsid w:val="00E8313A"/>
    <w:rsid w:val="00E87595"/>
    <w:rsid w:val="00E87F13"/>
    <w:rsid w:val="00E910B1"/>
    <w:rsid w:val="00E915DA"/>
    <w:rsid w:val="00E91E25"/>
    <w:rsid w:val="00E95F1C"/>
    <w:rsid w:val="00E96E39"/>
    <w:rsid w:val="00EA01B5"/>
    <w:rsid w:val="00EA0355"/>
    <w:rsid w:val="00EA4C16"/>
    <w:rsid w:val="00EA4D1A"/>
    <w:rsid w:val="00EA6181"/>
    <w:rsid w:val="00EA6443"/>
    <w:rsid w:val="00EB2547"/>
    <w:rsid w:val="00EB2C92"/>
    <w:rsid w:val="00EB5B09"/>
    <w:rsid w:val="00EC1402"/>
    <w:rsid w:val="00EC3114"/>
    <w:rsid w:val="00EC39F1"/>
    <w:rsid w:val="00EC71C0"/>
    <w:rsid w:val="00ED0282"/>
    <w:rsid w:val="00ED0A50"/>
    <w:rsid w:val="00ED67A4"/>
    <w:rsid w:val="00ED6B4C"/>
    <w:rsid w:val="00ED785B"/>
    <w:rsid w:val="00EE3B81"/>
    <w:rsid w:val="00EE4903"/>
    <w:rsid w:val="00EE57A5"/>
    <w:rsid w:val="00F005B9"/>
    <w:rsid w:val="00F00C2F"/>
    <w:rsid w:val="00F03E48"/>
    <w:rsid w:val="00F03EAA"/>
    <w:rsid w:val="00F0481D"/>
    <w:rsid w:val="00F13526"/>
    <w:rsid w:val="00F14BBA"/>
    <w:rsid w:val="00F14BFD"/>
    <w:rsid w:val="00F17496"/>
    <w:rsid w:val="00F177B3"/>
    <w:rsid w:val="00F20806"/>
    <w:rsid w:val="00F2152B"/>
    <w:rsid w:val="00F22613"/>
    <w:rsid w:val="00F25993"/>
    <w:rsid w:val="00F26056"/>
    <w:rsid w:val="00F3027F"/>
    <w:rsid w:val="00F32A67"/>
    <w:rsid w:val="00F344B6"/>
    <w:rsid w:val="00F358A5"/>
    <w:rsid w:val="00F44810"/>
    <w:rsid w:val="00F47D74"/>
    <w:rsid w:val="00F5072E"/>
    <w:rsid w:val="00F540B3"/>
    <w:rsid w:val="00F546E9"/>
    <w:rsid w:val="00F55D4D"/>
    <w:rsid w:val="00F64F2A"/>
    <w:rsid w:val="00F663B6"/>
    <w:rsid w:val="00F6688B"/>
    <w:rsid w:val="00F728C7"/>
    <w:rsid w:val="00F74E0D"/>
    <w:rsid w:val="00F759DB"/>
    <w:rsid w:val="00F82AB9"/>
    <w:rsid w:val="00F853E5"/>
    <w:rsid w:val="00F879EC"/>
    <w:rsid w:val="00F87DFC"/>
    <w:rsid w:val="00F91093"/>
    <w:rsid w:val="00F940F1"/>
    <w:rsid w:val="00F95D62"/>
    <w:rsid w:val="00F97E31"/>
    <w:rsid w:val="00FA186D"/>
    <w:rsid w:val="00FA44F7"/>
    <w:rsid w:val="00FA603F"/>
    <w:rsid w:val="00FA693F"/>
    <w:rsid w:val="00FA7B24"/>
    <w:rsid w:val="00FB4AA5"/>
    <w:rsid w:val="00FB62E5"/>
    <w:rsid w:val="00FB70D8"/>
    <w:rsid w:val="00FC52F8"/>
    <w:rsid w:val="00FC7DF6"/>
    <w:rsid w:val="00FD4649"/>
    <w:rsid w:val="00FD4F8E"/>
    <w:rsid w:val="00FD658C"/>
    <w:rsid w:val="00FE1BB0"/>
    <w:rsid w:val="00FE1C31"/>
    <w:rsid w:val="00FE2757"/>
    <w:rsid w:val="00FE2C68"/>
    <w:rsid w:val="00FE3A4A"/>
    <w:rsid w:val="00FE3B5F"/>
    <w:rsid w:val="00FE3EF5"/>
    <w:rsid w:val="00FE472E"/>
    <w:rsid w:val="00FE4A83"/>
    <w:rsid w:val="00FE506E"/>
    <w:rsid w:val="00FE605F"/>
    <w:rsid w:val="00FE6D8D"/>
    <w:rsid w:val="00FE74D2"/>
    <w:rsid w:val="00FF0EB8"/>
    <w:rsid w:val="00FF15F8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E6745"/>
  <w15:docId w15:val="{244C5EAE-4941-4594-BA58-A63075C2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iPriority="0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0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17"/>
    <w:pPr>
      <w:spacing w:after="200" w:line="252" w:lineRule="auto"/>
    </w:pPr>
  </w:style>
  <w:style w:type="paragraph" w:styleId="Titre1">
    <w:name w:val="heading 1"/>
    <w:basedOn w:val="Normal"/>
    <w:next w:val="Normal"/>
    <w:link w:val="Titre1Car"/>
    <w:qFormat/>
    <w:rsid w:val="007E2A27"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E2A27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7E2A27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7E2A27"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Titre5">
    <w:name w:val="heading 5"/>
    <w:basedOn w:val="Normal"/>
    <w:next w:val="Normal"/>
    <w:link w:val="Titre5Car"/>
    <w:uiPriority w:val="99"/>
    <w:qFormat/>
    <w:rsid w:val="007E2A27"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Titre6">
    <w:name w:val="heading 6"/>
    <w:basedOn w:val="Normal"/>
    <w:next w:val="Normal"/>
    <w:link w:val="Titre6Car"/>
    <w:qFormat/>
    <w:rsid w:val="007E2A27"/>
    <w:pPr>
      <w:spacing w:after="120"/>
      <w:jc w:val="center"/>
      <w:outlineLvl w:val="5"/>
    </w:pPr>
    <w:rPr>
      <w:caps/>
      <w:color w:val="943634"/>
      <w:spacing w:val="10"/>
    </w:rPr>
  </w:style>
  <w:style w:type="paragraph" w:styleId="Titre7">
    <w:name w:val="heading 7"/>
    <w:basedOn w:val="Normal"/>
    <w:next w:val="Normal"/>
    <w:link w:val="Titre7Car"/>
    <w:uiPriority w:val="99"/>
    <w:qFormat/>
    <w:rsid w:val="007E2A27"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Titre8">
    <w:name w:val="heading 8"/>
    <w:basedOn w:val="Normal"/>
    <w:next w:val="Normal"/>
    <w:link w:val="Titre8Car"/>
    <w:uiPriority w:val="99"/>
    <w:qFormat/>
    <w:rsid w:val="007E2A2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9"/>
    <w:qFormat/>
    <w:rsid w:val="007E2A2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locked/>
    <w:rsid w:val="007E2A27"/>
    <w:rPr>
      <w:rFonts w:cs="Times New Roman"/>
      <w:caps/>
      <w:color w:val="632423"/>
      <w:spacing w:val="20"/>
      <w:sz w:val="28"/>
      <w:szCs w:val="28"/>
    </w:rPr>
  </w:style>
  <w:style w:type="character" w:customStyle="1" w:styleId="Titre2Car">
    <w:name w:val="Titre 2 Car"/>
    <w:basedOn w:val="Policepardfaut"/>
    <w:link w:val="Titre2"/>
    <w:locked/>
    <w:rsid w:val="007E2A27"/>
    <w:rPr>
      <w:rFonts w:cs="Times New Roman"/>
      <w:caps/>
      <w:color w:val="632423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locked/>
    <w:rsid w:val="007E2A27"/>
    <w:rPr>
      <w:rFonts w:cs="Times New Roman"/>
      <w:caps/>
      <w:color w:val="622423"/>
      <w:sz w:val="24"/>
      <w:szCs w:val="24"/>
    </w:rPr>
  </w:style>
  <w:style w:type="character" w:customStyle="1" w:styleId="Titre4Car">
    <w:name w:val="Titre 4 Car"/>
    <w:basedOn w:val="Policepardfaut"/>
    <w:link w:val="Titre4"/>
    <w:locked/>
    <w:rsid w:val="007E2A27"/>
    <w:rPr>
      <w:rFonts w:cs="Times New Roman"/>
      <w:caps/>
      <w:color w:val="622423"/>
      <w:spacing w:val="10"/>
    </w:rPr>
  </w:style>
  <w:style w:type="character" w:customStyle="1" w:styleId="Titre5Car">
    <w:name w:val="Titre 5 Car"/>
    <w:basedOn w:val="Policepardfaut"/>
    <w:link w:val="Titre5"/>
    <w:uiPriority w:val="99"/>
    <w:locked/>
    <w:rsid w:val="007E2A27"/>
    <w:rPr>
      <w:rFonts w:cs="Times New Roman"/>
      <w:caps/>
      <w:color w:val="622423"/>
      <w:spacing w:val="10"/>
    </w:rPr>
  </w:style>
  <w:style w:type="character" w:customStyle="1" w:styleId="Titre6Car">
    <w:name w:val="Titre 6 Car"/>
    <w:basedOn w:val="Policepardfaut"/>
    <w:link w:val="Titre6"/>
    <w:locked/>
    <w:rsid w:val="007E2A27"/>
    <w:rPr>
      <w:rFonts w:cs="Times New Roman"/>
      <w:caps/>
      <w:color w:val="943634"/>
      <w:spacing w:val="10"/>
    </w:rPr>
  </w:style>
  <w:style w:type="character" w:customStyle="1" w:styleId="Titre7Car">
    <w:name w:val="Titre 7 Car"/>
    <w:basedOn w:val="Policepardfaut"/>
    <w:link w:val="Titre7"/>
    <w:uiPriority w:val="99"/>
    <w:locked/>
    <w:rsid w:val="007E2A27"/>
    <w:rPr>
      <w:rFonts w:cs="Times New Roman"/>
      <w:i/>
      <w:iCs/>
      <w:caps/>
      <w:color w:val="943634"/>
      <w:spacing w:val="10"/>
    </w:rPr>
  </w:style>
  <w:style w:type="character" w:customStyle="1" w:styleId="Titre8Car">
    <w:name w:val="Titre 8 Car"/>
    <w:basedOn w:val="Policepardfaut"/>
    <w:link w:val="Titre8"/>
    <w:uiPriority w:val="99"/>
    <w:locked/>
    <w:rsid w:val="007E2A27"/>
    <w:rPr>
      <w:rFonts w:cs="Times New Roman"/>
      <w:caps/>
      <w:spacing w:val="10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7E2A27"/>
    <w:rPr>
      <w:rFonts w:cs="Times New Roman"/>
      <w:i/>
      <w:iCs/>
      <w:caps/>
      <w:spacing w:val="10"/>
      <w:sz w:val="20"/>
      <w:szCs w:val="20"/>
    </w:rPr>
  </w:style>
  <w:style w:type="paragraph" w:styleId="En-tte">
    <w:name w:val="header"/>
    <w:basedOn w:val="Normal"/>
    <w:link w:val="En-tteCar"/>
    <w:rsid w:val="002160C6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locked/>
    <w:rsid w:val="00A50083"/>
    <w:rPr>
      <w:rFonts w:cs="Times New Roman"/>
    </w:rPr>
  </w:style>
  <w:style w:type="paragraph" w:styleId="Notedebasdepage">
    <w:name w:val="footnote text"/>
    <w:basedOn w:val="Normal"/>
    <w:link w:val="NotedebasdepageCar"/>
    <w:uiPriority w:val="99"/>
    <w:semiHidden/>
    <w:rsid w:val="002160C6"/>
    <w:pPr>
      <w:keepLines/>
      <w:tabs>
        <w:tab w:val="left" w:pos="567"/>
      </w:tabs>
      <w:spacing w:line="240" w:lineRule="exact"/>
      <w:jc w:val="both"/>
    </w:pPr>
    <w:rPr>
      <w:rFonts w:ascii="Helv" w:hAnsi="Helv"/>
      <w:sz w:val="16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sid w:val="00A50083"/>
    <w:rPr>
      <w:rFonts w:cs="Times New Roman"/>
      <w:sz w:val="20"/>
      <w:szCs w:val="20"/>
    </w:rPr>
  </w:style>
  <w:style w:type="paragraph" w:styleId="Retraitnormal">
    <w:name w:val="Normal Indent"/>
    <w:basedOn w:val="Normal"/>
    <w:uiPriority w:val="99"/>
    <w:rsid w:val="002160C6"/>
    <w:pPr>
      <w:ind w:left="708"/>
    </w:pPr>
  </w:style>
  <w:style w:type="paragraph" w:customStyle="1" w:styleId="Date1">
    <w:name w:val="Date1"/>
    <w:uiPriority w:val="99"/>
    <w:rsid w:val="002160C6"/>
    <w:pPr>
      <w:keepNext/>
      <w:keepLines/>
      <w:spacing w:before="720" w:after="960" w:line="240" w:lineRule="exact"/>
      <w:ind w:left="6237"/>
    </w:pPr>
    <w:rPr>
      <w:rFonts w:ascii="Helv" w:hAnsi="Helv"/>
    </w:rPr>
  </w:style>
  <w:style w:type="paragraph" w:customStyle="1" w:styleId="TITRE">
    <w:name w:val="TITRE"/>
    <w:uiPriority w:val="99"/>
    <w:rsid w:val="002160C6"/>
    <w:pPr>
      <w:spacing w:after="200" w:line="240" w:lineRule="exact"/>
      <w:jc w:val="center"/>
    </w:pPr>
    <w:rPr>
      <w:rFonts w:ascii="Helv" w:hAnsi="Helv"/>
      <w:b/>
      <w:sz w:val="40"/>
      <w:u w:val="single"/>
    </w:rPr>
  </w:style>
  <w:style w:type="paragraph" w:customStyle="1" w:styleId="OBJET">
    <w:name w:val="OBJET"/>
    <w:uiPriority w:val="99"/>
    <w:rsid w:val="002160C6"/>
    <w:pPr>
      <w:spacing w:before="720" w:after="240" w:line="240" w:lineRule="exact"/>
    </w:pPr>
    <w:rPr>
      <w:rFonts w:ascii="Helv" w:hAnsi="Helv"/>
      <w:i/>
      <w:u w:val="single"/>
    </w:rPr>
  </w:style>
  <w:style w:type="paragraph" w:customStyle="1" w:styleId="SOUS-TITRE">
    <w:name w:val="SOUS-TITRE"/>
    <w:uiPriority w:val="99"/>
    <w:rsid w:val="002160C6"/>
    <w:pPr>
      <w:tabs>
        <w:tab w:val="left" w:pos="709"/>
      </w:tabs>
      <w:spacing w:after="200" w:line="240" w:lineRule="exact"/>
      <w:ind w:left="862" w:hanging="862"/>
    </w:pPr>
    <w:rPr>
      <w:rFonts w:ascii="Helv" w:hAnsi="Helv"/>
    </w:rPr>
  </w:style>
  <w:style w:type="paragraph" w:customStyle="1" w:styleId="SOUS-CHAPITRE">
    <w:name w:val="SOUS-CHAPITRE"/>
    <w:uiPriority w:val="99"/>
    <w:rsid w:val="002160C6"/>
    <w:pPr>
      <w:spacing w:after="200" w:line="240" w:lineRule="exact"/>
      <w:ind w:left="1418" w:hanging="510"/>
    </w:pPr>
    <w:rPr>
      <w:rFonts w:ascii="Helv" w:hAnsi="Helv"/>
      <w:b/>
    </w:rPr>
  </w:style>
  <w:style w:type="paragraph" w:customStyle="1" w:styleId="PARAGRAPHEDECALE">
    <w:name w:val="PARAGRAPHE DECALE"/>
    <w:uiPriority w:val="99"/>
    <w:rsid w:val="002160C6"/>
    <w:pPr>
      <w:spacing w:after="240" w:line="240" w:lineRule="exact"/>
      <w:ind w:left="1985"/>
      <w:jc w:val="both"/>
    </w:pPr>
    <w:rPr>
      <w:rFonts w:ascii="Helv" w:hAnsi="Helv"/>
    </w:rPr>
  </w:style>
  <w:style w:type="paragraph" w:customStyle="1" w:styleId="SOUS-SECTION">
    <w:name w:val="SOUS-SECTION"/>
    <w:uiPriority w:val="99"/>
    <w:rsid w:val="002160C6"/>
    <w:pPr>
      <w:tabs>
        <w:tab w:val="left" w:pos="2016"/>
      </w:tabs>
      <w:spacing w:after="360" w:line="240" w:lineRule="exact"/>
      <w:ind w:left="1985" w:hanging="284"/>
    </w:pPr>
    <w:rPr>
      <w:rFonts w:ascii="Helv" w:hAnsi="Helv"/>
    </w:rPr>
  </w:style>
  <w:style w:type="paragraph" w:customStyle="1" w:styleId="TIRET">
    <w:name w:val="TIRET"/>
    <w:uiPriority w:val="99"/>
    <w:rsid w:val="002160C6"/>
    <w:pPr>
      <w:tabs>
        <w:tab w:val="left" w:pos="2449"/>
      </w:tabs>
      <w:spacing w:before="240" w:after="200" w:line="240" w:lineRule="exact"/>
      <w:ind w:left="2449" w:hanging="289"/>
      <w:jc w:val="both"/>
    </w:pPr>
    <w:rPr>
      <w:rFonts w:ascii="Helv" w:hAnsi="Helv"/>
    </w:rPr>
  </w:style>
  <w:style w:type="paragraph" w:customStyle="1" w:styleId="POINT">
    <w:name w:val="POINT"/>
    <w:uiPriority w:val="99"/>
    <w:rsid w:val="002160C6"/>
    <w:pPr>
      <w:tabs>
        <w:tab w:val="left" w:pos="3028"/>
      </w:tabs>
      <w:spacing w:before="240" w:after="200" w:line="240" w:lineRule="exact"/>
      <w:ind w:left="3028" w:hanging="289"/>
      <w:jc w:val="both"/>
    </w:pPr>
    <w:rPr>
      <w:rFonts w:ascii="Helv" w:hAnsi="Helv"/>
    </w:rPr>
  </w:style>
  <w:style w:type="paragraph" w:customStyle="1" w:styleId="ETOILE">
    <w:name w:val="ETOILE"/>
    <w:uiPriority w:val="99"/>
    <w:rsid w:val="002160C6"/>
    <w:pPr>
      <w:tabs>
        <w:tab w:val="left" w:pos="3600"/>
      </w:tabs>
      <w:spacing w:before="240" w:after="200" w:line="240" w:lineRule="exact"/>
      <w:ind w:left="3600" w:hanging="289"/>
      <w:jc w:val="both"/>
    </w:pPr>
    <w:rPr>
      <w:rFonts w:ascii="Helv" w:hAnsi="Helv"/>
    </w:rPr>
  </w:style>
  <w:style w:type="paragraph" w:customStyle="1" w:styleId="CROIX">
    <w:name w:val="CROIX"/>
    <w:uiPriority w:val="99"/>
    <w:rsid w:val="002160C6"/>
    <w:pPr>
      <w:tabs>
        <w:tab w:val="left" w:pos="4179"/>
      </w:tabs>
      <w:spacing w:after="200" w:line="240" w:lineRule="exact"/>
      <w:ind w:left="4179" w:hanging="289"/>
      <w:jc w:val="both"/>
    </w:pPr>
    <w:rPr>
      <w:rFonts w:ascii="Helv" w:hAnsi="Helv"/>
    </w:rPr>
  </w:style>
  <w:style w:type="paragraph" w:styleId="Retraitcorpsdetexte">
    <w:name w:val="Body Text Indent"/>
    <w:basedOn w:val="Normal"/>
    <w:link w:val="RetraitcorpsdetexteCar"/>
    <w:uiPriority w:val="99"/>
    <w:rsid w:val="002160C6"/>
    <w:pPr>
      <w:spacing w:before="1200" w:line="360" w:lineRule="auto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A50083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2160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255E0"/>
    <w:rPr>
      <w:rFonts w:cs="Times New Roman"/>
    </w:rPr>
  </w:style>
  <w:style w:type="paragraph" w:customStyle="1" w:styleId="Enttenote">
    <w:name w:val="En tête note"/>
    <w:uiPriority w:val="99"/>
    <w:rsid w:val="002160C6"/>
    <w:pPr>
      <w:keepLines/>
      <w:spacing w:after="200" w:line="360" w:lineRule="exact"/>
    </w:pPr>
    <w:rPr>
      <w:rFonts w:ascii="Arial" w:hAnsi="Arial"/>
      <w:sz w:val="18"/>
    </w:rPr>
  </w:style>
  <w:style w:type="paragraph" w:styleId="Retraitcorpsdetexte2">
    <w:name w:val="Body Text Indent 2"/>
    <w:basedOn w:val="Normal"/>
    <w:link w:val="Retraitcorpsdetexte2Car"/>
    <w:uiPriority w:val="99"/>
    <w:rsid w:val="002160C6"/>
    <w:pPr>
      <w:spacing w:line="360" w:lineRule="auto"/>
      <w:ind w:left="2127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50083"/>
    <w:rPr>
      <w:rFonts w:cs="Times New Roman"/>
    </w:rPr>
  </w:style>
  <w:style w:type="paragraph" w:styleId="Retraitcorpsdetexte3">
    <w:name w:val="Body Text Indent 3"/>
    <w:basedOn w:val="Normal"/>
    <w:link w:val="Retraitcorpsdetexte3Car"/>
    <w:uiPriority w:val="99"/>
    <w:rsid w:val="002160C6"/>
    <w:pPr>
      <w:spacing w:before="120" w:line="360" w:lineRule="auto"/>
      <w:ind w:left="2127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sid w:val="00A50083"/>
    <w:rPr>
      <w:rFonts w:cs="Times New Roman"/>
      <w:sz w:val="16"/>
      <w:szCs w:val="16"/>
    </w:rPr>
  </w:style>
  <w:style w:type="character" w:styleId="Numrodepage">
    <w:name w:val="page number"/>
    <w:basedOn w:val="Policepardfaut"/>
    <w:uiPriority w:val="99"/>
    <w:rsid w:val="002160C6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64018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083"/>
    <w:rPr>
      <w:rFonts w:ascii="Times New Roman" w:hAnsi="Times New Roman" w:cs="Times New Roman"/>
      <w:sz w:val="2"/>
    </w:rPr>
  </w:style>
  <w:style w:type="paragraph" w:customStyle="1" w:styleId="Style4">
    <w:name w:val="Style4"/>
    <w:basedOn w:val="Normal"/>
    <w:uiPriority w:val="99"/>
    <w:rsid w:val="007C6FD5"/>
    <w:pPr>
      <w:numPr>
        <w:numId w:val="1"/>
      </w:numPr>
    </w:pPr>
  </w:style>
  <w:style w:type="paragraph" w:styleId="Lgende">
    <w:name w:val="caption"/>
    <w:basedOn w:val="Normal"/>
    <w:next w:val="Normal"/>
    <w:uiPriority w:val="99"/>
    <w:qFormat/>
    <w:rsid w:val="007E2A27"/>
    <w:rPr>
      <w:caps/>
      <w:spacing w:val="10"/>
      <w:sz w:val="18"/>
      <w:szCs w:val="18"/>
    </w:rPr>
  </w:style>
  <w:style w:type="paragraph" w:styleId="Titre0">
    <w:name w:val="Title"/>
    <w:basedOn w:val="Normal"/>
    <w:next w:val="Normal"/>
    <w:link w:val="TitreCar"/>
    <w:qFormat/>
    <w:rsid w:val="007E2A27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caps/>
      <w:color w:val="632423"/>
      <w:spacing w:val="50"/>
      <w:sz w:val="44"/>
      <w:szCs w:val="44"/>
    </w:rPr>
  </w:style>
  <w:style w:type="character" w:customStyle="1" w:styleId="TitreCar">
    <w:name w:val="Titre Car"/>
    <w:basedOn w:val="Policepardfaut"/>
    <w:link w:val="Titre0"/>
    <w:locked/>
    <w:rsid w:val="007E2A27"/>
    <w:rPr>
      <w:rFonts w:cs="Times New Roman"/>
      <w:caps/>
      <w:color w:val="632423"/>
      <w:spacing w:val="50"/>
      <w:sz w:val="44"/>
      <w:szCs w:val="44"/>
    </w:rPr>
  </w:style>
  <w:style w:type="paragraph" w:styleId="Sous-titre0">
    <w:name w:val="Subtitle"/>
    <w:basedOn w:val="Normal"/>
    <w:next w:val="Normal"/>
    <w:link w:val="Sous-titreCar"/>
    <w:qFormat/>
    <w:rsid w:val="007E2A27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ous-titreCar">
    <w:name w:val="Sous-titre Car"/>
    <w:basedOn w:val="Policepardfaut"/>
    <w:link w:val="Sous-titre0"/>
    <w:locked/>
    <w:rsid w:val="007E2A27"/>
    <w:rPr>
      <w:rFonts w:cs="Times New Roman"/>
      <w:caps/>
      <w:spacing w:val="20"/>
      <w:sz w:val="18"/>
      <w:szCs w:val="18"/>
    </w:rPr>
  </w:style>
  <w:style w:type="character" w:styleId="lev">
    <w:name w:val="Strong"/>
    <w:basedOn w:val="Policepardfaut"/>
    <w:uiPriority w:val="22"/>
    <w:qFormat/>
    <w:rsid w:val="007E2A27"/>
    <w:rPr>
      <w:rFonts w:cs="Times New Roman"/>
      <w:b/>
      <w:color w:val="943634"/>
      <w:spacing w:val="5"/>
    </w:rPr>
  </w:style>
  <w:style w:type="character" w:styleId="Accentuation">
    <w:name w:val="Emphasis"/>
    <w:basedOn w:val="Policepardfaut"/>
    <w:uiPriority w:val="20"/>
    <w:qFormat/>
    <w:rsid w:val="007E2A27"/>
    <w:rPr>
      <w:rFonts w:cs="Times New Roman"/>
      <w:caps/>
      <w:spacing w:val="5"/>
      <w:sz w:val="20"/>
    </w:rPr>
  </w:style>
  <w:style w:type="paragraph" w:styleId="Sansinterligne">
    <w:name w:val="No Spacing"/>
    <w:basedOn w:val="Normal"/>
    <w:link w:val="SansinterligneCar"/>
    <w:uiPriority w:val="1"/>
    <w:qFormat/>
    <w:rsid w:val="007E2A27"/>
    <w:pPr>
      <w:spacing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99"/>
    <w:locked/>
    <w:rsid w:val="007E2A2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E2A27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7E2A27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7E2A27"/>
    <w:rPr>
      <w:rFonts w:cs="Times New Roman"/>
      <w:i/>
      <w:iCs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7E2A27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7E2A27"/>
    <w:rPr>
      <w:rFonts w:cs="Times New Roman"/>
      <w:caps/>
      <w:color w:val="622423"/>
      <w:spacing w:val="5"/>
      <w:sz w:val="20"/>
      <w:szCs w:val="20"/>
    </w:rPr>
  </w:style>
  <w:style w:type="character" w:styleId="Accentuationlgre">
    <w:name w:val="Subtle Emphasis"/>
    <w:basedOn w:val="Policepardfaut"/>
    <w:uiPriority w:val="99"/>
    <w:qFormat/>
    <w:rsid w:val="007E2A27"/>
    <w:rPr>
      <w:rFonts w:cs="Times New Roman"/>
      <w:i/>
    </w:rPr>
  </w:style>
  <w:style w:type="character" w:styleId="Accentuationintense">
    <w:name w:val="Intense Emphasis"/>
    <w:basedOn w:val="Policepardfaut"/>
    <w:uiPriority w:val="99"/>
    <w:qFormat/>
    <w:rsid w:val="007E2A27"/>
    <w:rPr>
      <w:rFonts w:cs="Times New Roman"/>
      <w:i/>
      <w:caps/>
      <w:spacing w:val="10"/>
      <w:sz w:val="20"/>
    </w:rPr>
  </w:style>
  <w:style w:type="character" w:styleId="Rfrencelgre">
    <w:name w:val="Subtle Reference"/>
    <w:basedOn w:val="Policepardfaut"/>
    <w:uiPriority w:val="99"/>
    <w:qFormat/>
    <w:rsid w:val="007E2A27"/>
    <w:rPr>
      <w:rFonts w:ascii="Calibri" w:hAnsi="Calibri" w:cs="Times New Roman"/>
      <w:i/>
      <w:iCs/>
      <w:color w:val="622423"/>
    </w:rPr>
  </w:style>
  <w:style w:type="character" w:styleId="Rfrenceintense">
    <w:name w:val="Intense Reference"/>
    <w:basedOn w:val="Policepardfaut"/>
    <w:uiPriority w:val="99"/>
    <w:qFormat/>
    <w:rsid w:val="007E2A27"/>
    <w:rPr>
      <w:rFonts w:ascii="Calibri" w:hAnsi="Calibri" w:cs="Times New Roman"/>
      <w:b/>
      <w:i/>
      <w:color w:val="622423"/>
    </w:rPr>
  </w:style>
  <w:style w:type="character" w:styleId="Titredulivre">
    <w:name w:val="Book Title"/>
    <w:basedOn w:val="Policepardfaut"/>
    <w:uiPriority w:val="99"/>
    <w:qFormat/>
    <w:rsid w:val="007E2A27"/>
    <w:rPr>
      <w:rFonts w:cs="Times New Roman"/>
      <w:caps/>
      <w:color w:val="622423"/>
      <w:spacing w:val="5"/>
      <w:u w:color="622423"/>
    </w:rPr>
  </w:style>
  <w:style w:type="paragraph" w:styleId="En-ttedetabledesmatires">
    <w:name w:val="TOC Heading"/>
    <w:basedOn w:val="Titre1"/>
    <w:next w:val="Normal"/>
    <w:uiPriority w:val="99"/>
    <w:qFormat/>
    <w:rsid w:val="007E2A27"/>
    <w:pPr>
      <w:outlineLvl w:val="9"/>
    </w:pPr>
  </w:style>
  <w:style w:type="table" w:styleId="Grilledutableau">
    <w:name w:val="Table Grid"/>
    <w:basedOn w:val="TableauNormal"/>
    <w:rsid w:val="00434F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D00C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1A6A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locked/>
    <w:rsid w:val="00A50083"/>
    <w:rPr>
      <w:rFonts w:ascii="Times New Roman" w:hAnsi="Times New Roman" w:cs="Times New Roman"/>
      <w:sz w:val="2"/>
    </w:rPr>
  </w:style>
  <w:style w:type="character" w:customStyle="1" w:styleId="apple-converted-space">
    <w:name w:val="apple-converted-space"/>
    <w:basedOn w:val="Policepardfaut"/>
    <w:rsid w:val="00F14BFD"/>
  </w:style>
  <w:style w:type="character" w:styleId="Appelnotedebasdep">
    <w:name w:val="footnote reference"/>
    <w:basedOn w:val="Policepardfaut"/>
    <w:uiPriority w:val="99"/>
    <w:semiHidden/>
    <w:unhideWhenUsed/>
    <w:locked/>
    <w:rsid w:val="00CF11EB"/>
    <w:rPr>
      <w:vertAlign w:val="superscript"/>
    </w:rPr>
  </w:style>
  <w:style w:type="table" w:styleId="Tramemoyenne1-Accent1">
    <w:name w:val="Medium Shading 1 Accent 1"/>
    <w:basedOn w:val="TableauNormal"/>
    <w:uiPriority w:val="63"/>
    <w:rsid w:val="009D3FF2"/>
    <w:rPr>
      <w:rFonts w:asciiTheme="minorHAnsi" w:eastAsiaTheme="minorHAnsi" w:hAnsiTheme="minorHAnsi" w:cstheme="minorBidi"/>
      <w:lang w:eastAsia="en-US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laire-Accent1">
    <w:name w:val="Light List Accent 1"/>
    <w:basedOn w:val="TableauNormal"/>
    <w:rsid w:val="009D3FF2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Grillemoyenne3-Accent1">
    <w:name w:val="Medium Grid 3 Accent 1"/>
    <w:basedOn w:val="TableauNormal"/>
    <w:uiPriority w:val="69"/>
    <w:rsid w:val="009D3FF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Corpsdetexte">
    <w:name w:val="Body Text"/>
    <w:basedOn w:val="Normal"/>
    <w:link w:val="CorpsdetexteCar"/>
    <w:semiHidden/>
    <w:unhideWhenUsed/>
    <w:locked/>
    <w:rsid w:val="00BF2C1C"/>
    <w:pPr>
      <w:spacing w:after="120"/>
    </w:pPr>
  </w:style>
  <w:style w:type="character" w:customStyle="1" w:styleId="CorpsdetexteCar">
    <w:name w:val="Corps de texte Car"/>
    <w:basedOn w:val="Policepardfaut"/>
    <w:link w:val="Corpsdetexte"/>
    <w:semiHidden/>
    <w:rsid w:val="00BF2C1C"/>
  </w:style>
  <w:style w:type="table" w:styleId="Listemoyenne1-Accent1">
    <w:name w:val="Medium List 1 Accent 1"/>
    <w:basedOn w:val="TableauNormal"/>
    <w:uiPriority w:val="65"/>
    <w:rsid w:val="00BF2C1C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customStyle="1" w:styleId="Default">
    <w:name w:val="Default"/>
    <w:rsid w:val="00BF2C1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customStyle="1" w:styleId="logo">
    <w:name w:val="logo"/>
    <w:basedOn w:val="Normal"/>
    <w:autoRedefine/>
    <w:rsid w:val="003F2559"/>
    <w:pPr>
      <w:shd w:val="clear" w:color="auto" w:fill="000000"/>
      <w:spacing w:after="0" w:line="288" w:lineRule="auto"/>
      <w:ind w:right="-91"/>
    </w:pPr>
    <w:rPr>
      <w:rFonts w:ascii="Times New Roman" w:eastAsia="Times New Roman" w:hAnsi="Times New Roman"/>
      <w:sz w:val="24"/>
      <w:szCs w:val="24"/>
    </w:rPr>
  </w:style>
  <w:style w:type="paragraph" w:customStyle="1" w:styleId="sous-titre1">
    <w:name w:val="sous-titre1"/>
    <w:basedOn w:val="Normal"/>
    <w:rsid w:val="003F2559"/>
    <w:pPr>
      <w:spacing w:before="60" w:after="0" w:line="288" w:lineRule="auto"/>
    </w:pPr>
    <w:rPr>
      <w:rFonts w:ascii="Zurich BT" w:eastAsia="Times New Roman" w:hAnsi="Zurich BT" w:cs="Arial"/>
      <w:sz w:val="18"/>
      <w:szCs w:val="24"/>
    </w:rPr>
  </w:style>
  <w:style w:type="paragraph" w:customStyle="1" w:styleId="sous-titre2">
    <w:name w:val="sous-titre2"/>
    <w:basedOn w:val="sous-titre1"/>
    <w:autoRedefine/>
    <w:rsid w:val="003F2559"/>
  </w:style>
  <w:style w:type="paragraph" w:customStyle="1" w:styleId="sous-titre3">
    <w:name w:val="sous-titre3"/>
    <w:basedOn w:val="sous-titre1"/>
    <w:autoRedefine/>
    <w:rsid w:val="003F2559"/>
    <w:pPr>
      <w:spacing w:before="0"/>
      <w:ind w:left="142"/>
    </w:pPr>
    <w:rPr>
      <w:rFonts w:asciiTheme="minorHAnsi" w:hAnsiTheme="minorHAnsi" w:cstheme="minorHAnsi"/>
      <w:sz w:val="20"/>
      <w:szCs w:val="20"/>
    </w:rPr>
  </w:style>
  <w:style w:type="paragraph" w:customStyle="1" w:styleId="RETRAIT1">
    <w:name w:val="RETRAIT1"/>
    <w:basedOn w:val="Normal"/>
    <w:autoRedefine/>
    <w:rsid w:val="003F2559"/>
    <w:pPr>
      <w:numPr>
        <w:numId w:val="2"/>
      </w:numPr>
      <w:tabs>
        <w:tab w:val="left" w:pos="10620"/>
      </w:tabs>
      <w:spacing w:before="120" w:after="120" w:line="240" w:lineRule="auto"/>
      <w:ind w:right="380"/>
    </w:pPr>
    <w:rPr>
      <w:rFonts w:ascii="Times New Roman" w:hAnsi="Times New Roman"/>
      <w:bCs/>
      <w:sz w:val="24"/>
      <w:szCs w:val="24"/>
      <w:lang w:eastAsia="en-US"/>
    </w:rPr>
  </w:style>
  <w:style w:type="character" w:styleId="Lienhypertexte">
    <w:name w:val="Hyperlink"/>
    <w:basedOn w:val="Policepardfaut"/>
    <w:locked/>
    <w:rsid w:val="003F2559"/>
    <w:rPr>
      <w:color w:val="0000FF" w:themeColor="hyperlink"/>
      <w:u w:val="single"/>
    </w:rPr>
  </w:style>
  <w:style w:type="paragraph" w:customStyle="1" w:styleId="Sous-titre10">
    <w:name w:val="Sous-titre1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marginbottom10px">
    <w:name w:val="margin_bottom_10px"/>
    <w:basedOn w:val="Normal"/>
    <w:rsid w:val="003F2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">
    <w:name w:val="st"/>
    <w:basedOn w:val="Policepardfaut"/>
    <w:rsid w:val="003F2559"/>
  </w:style>
  <w:style w:type="character" w:customStyle="1" w:styleId="tgc">
    <w:name w:val="_tgc"/>
    <w:basedOn w:val="Policepardfaut"/>
    <w:rsid w:val="003F2559"/>
  </w:style>
  <w:style w:type="character" w:customStyle="1" w:styleId="hscoswrapper">
    <w:name w:val="hs_cos_wrapper"/>
    <w:basedOn w:val="Policepardfaut"/>
    <w:rsid w:val="003F2559"/>
  </w:style>
  <w:style w:type="paragraph" w:styleId="Notedefin">
    <w:name w:val="endnote text"/>
    <w:basedOn w:val="Normal"/>
    <w:link w:val="NotedefinCar"/>
    <w:uiPriority w:val="99"/>
    <w:semiHidden/>
    <w:unhideWhenUsed/>
    <w:locked/>
    <w:rsid w:val="003425F6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3425F6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locked/>
    <w:rsid w:val="003425F6"/>
    <w:rPr>
      <w:vertAlign w:val="superscript"/>
    </w:rPr>
  </w:style>
  <w:style w:type="character" w:customStyle="1" w:styleId="gmaildefault">
    <w:name w:val="gmail_default"/>
    <w:basedOn w:val="Policepardfaut"/>
    <w:rsid w:val="00FE2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9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13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92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7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970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6738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02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358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204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2627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8991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46185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4109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1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7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8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1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931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0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41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828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88353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931934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6134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9170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51581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193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3332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6456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48471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4231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0144376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638754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65097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13476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7012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1512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394049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89948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8532072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257442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717018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57296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235180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79321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995692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14532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618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79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079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710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638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5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3904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890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1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3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11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3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2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9124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5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6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1294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9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2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6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95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74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0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50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53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5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7807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187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332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644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8943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30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307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84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521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071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63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028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79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841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236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544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688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5169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001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2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0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5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410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58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31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10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4571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257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5835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14440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97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5483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4128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9943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81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7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8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4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02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53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640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328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753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7455026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21182824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15251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4447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6676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653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83062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9789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5833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90970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3516140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80889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52563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92250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518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26608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365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30908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24179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007810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01504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2421818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99992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598708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590924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9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5653036">
                                                                                                                                                      <w:marLeft w:val="3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297019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3228465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31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340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99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349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56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905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66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1224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9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7022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285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88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5633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25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2227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8800">
          <w:marLeft w:val="12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0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4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01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9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9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NNEES\MODELES\NOTEDI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472C5-0326-4520-8BCD-5053B17C4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NOTEDIR</Template>
  <TotalTime>1</TotalTime>
  <Pages>1</Pages>
  <Words>102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Décision Délégation des Hauts de Seine</vt:lpstr>
    </vt:vector>
  </TitlesOfParts>
  <Company>CCIP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Décision Délégation des Hauts de Seine</dc:title>
  <dc:subject>89</dc:subject>
  <dc:creator>NTS</dc:creator>
  <cp:lastModifiedBy>LOULHA Katia</cp:lastModifiedBy>
  <cp:revision>4</cp:revision>
  <cp:lastPrinted>2019-12-05T13:23:00Z</cp:lastPrinted>
  <dcterms:created xsi:type="dcterms:W3CDTF">2023-01-04T13:32:00Z</dcterms:created>
  <dcterms:modified xsi:type="dcterms:W3CDTF">2026-02-06T13:30:00Z</dcterms:modified>
</cp:coreProperties>
</file>